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C4D28" w:rsidR="00C957BE" w:rsidP="009F7513" w:rsidRDefault="00C320D1" w14:paraId="065B5E23" w14:textId="21D5A97B">
      <w:pPr>
        <w:pStyle w:val="Title"/>
        <w:rPr>
          <w:rFonts w:ascii="Franklin Gothic Book" w:hAnsi="Franklin Gothic Book"/>
        </w:rPr>
      </w:pPr>
      <w:r w:rsidRPr="00AC4D28">
        <w:rPr>
          <w:rFonts w:ascii="Franklin Gothic Book" w:hAnsi="Franklin Gothic Book"/>
        </w:rPr>
        <w:t xml:space="preserve">Mentor final mentoring evaluation </w:t>
      </w:r>
      <w:proofErr w:type="gramStart"/>
      <w:r w:rsidRPr="00AC4D28" w:rsidR="009F7513">
        <w:rPr>
          <w:rFonts w:ascii="Franklin Gothic Book" w:hAnsi="Franklin Gothic Book"/>
        </w:rPr>
        <w:t>form</w:t>
      </w:r>
      <w:proofErr w:type="gramEnd"/>
    </w:p>
    <w:p w:rsidRPr="00AC4D28" w:rsidR="00133309" w:rsidP="28CCF776" w:rsidRDefault="003E2478" w14:paraId="7A371C4F" w14:textId="4502060B">
      <w:pPr>
        <w:rPr>
          <w:rFonts w:ascii="Franklin Gothic Book" w:hAnsi="Franklin Gothic Book"/>
          <w:i/>
          <w:iCs/>
          <w:color w:val="000000" w:themeColor="text1"/>
        </w:rPr>
      </w:pPr>
      <w:r w:rsidRPr="28CCF776">
        <w:rPr>
          <w:rFonts w:ascii="Franklin Gothic Book" w:hAnsi="Franklin Gothic Book"/>
          <w:i/>
          <w:iCs/>
          <w:color w:val="000000" w:themeColor="text1"/>
        </w:rPr>
        <w:t xml:space="preserve">The form should be completed by mentors </w:t>
      </w:r>
      <w:r w:rsidRPr="28CCF776" w:rsidR="00EA0B58">
        <w:rPr>
          <w:rStyle w:val="normaltextrun"/>
          <w:rFonts w:ascii="Franklin Gothic Book" w:hAnsi="Franklin Gothic Book" w:cs="Arial"/>
          <w:i/>
          <w:iCs/>
          <w:color w:val="000000" w:themeColor="text1"/>
          <w:shd w:val="clear" w:color="auto" w:fill="FFFFFF"/>
        </w:rPr>
        <w:t>at the end of the programme</w:t>
      </w:r>
      <w:r w:rsidRPr="28CCF776" w:rsidR="003110AA">
        <w:rPr>
          <w:rStyle w:val="normaltextrun"/>
          <w:rFonts w:ascii="Franklin Gothic Book" w:hAnsi="Franklin Gothic Book" w:cs="Arial"/>
          <w:i/>
          <w:iCs/>
          <w:color w:val="000000" w:themeColor="text1"/>
          <w:shd w:val="clear" w:color="auto" w:fill="FFFFFF"/>
        </w:rPr>
        <w:t xml:space="preserve"> </w:t>
      </w:r>
      <w:r w:rsidRPr="28CCF776" w:rsidR="003110AA">
        <w:rPr>
          <w:rFonts w:ascii="Franklin Gothic Book" w:hAnsi="Franklin Gothic Book"/>
          <w:i/>
          <w:iCs/>
          <w:color w:val="000000" w:themeColor="text1"/>
        </w:rPr>
        <w:t>after capstone project is complete and after</w:t>
      </w:r>
      <w:r w:rsidRPr="28CCF776" w:rsidR="005954D9">
        <w:rPr>
          <w:rFonts w:ascii="Franklin Gothic Book" w:hAnsi="Franklin Gothic Book"/>
          <w:i/>
          <w:iCs/>
          <w:color w:val="000000" w:themeColor="text1"/>
        </w:rPr>
        <w:t xml:space="preserve"> the</w:t>
      </w:r>
      <w:r w:rsidRPr="28CCF776" w:rsidR="003110AA">
        <w:rPr>
          <w:rFonts w:ascii="Franklin Gothic Book" w:hAnsi="Franklin Gothic Book"/>
          <w:i/>
          <w:iCs/>
          <w:color w:val="000000" w:themeColor="text1"/>
        </w:rPr>
        <w:t xml:space="preserve"> final mentoring session has occurred</w:t>
      </w:r>
      <w:r w:rsidRPr="28CCF776">
        <w:rPr>
          <w:rFonts w:ascii="Franklin Gothic Book" w:hAnsi="Franklin Gothic Book"/>
          <w:i/>
          <w:iCs/>
          <w:color w:val="000000" w:themeColor="text1"/>
        </w:rPr>
        <w:t>.</w:t>
      </w:r>
    </w:p>
    <w:p w:rsidR="59C2592A" w:rsidP="28CCF776" w:rsidRDefault="59C2592A" w14:paraId="632078BA" w14:textId="3C285A0A">
      <w:pPr>
        <w:rPr>
          <w:rFonts w:ascii="Franklin Gothic Book" w:hAnsi="Franklin Gothic Book"/>
          <w:i/>
          <w:iCs/>
          <w:color w:val="000000" w:themeColor="text1"/>
        </w:rPr>
      </w:pPr>
      <w:r w:rsidRPr="28CCF776">
        <w:rPr>
          <w:rFonts w:ascii="Franklin Gothic Book" w:hAnsi="Franklin Gothic Book"/>
          <w:i/>
          <w:iCs/>
          <w:color w:val="000000" w:themeColor="text1"/>
        </w:rPr>
        <w:t xml:space="preserve">Estimated time for survey completion: up to 10 </w:t>
      </w:r>
      <w:proofErr w:type="gramStart"/>
      <w:r w:rsidRPr="28CCF776">
        <w:rPr>
          <w:rFonts w:ascii="Franklin Gothic Book" w:hAnsi="Franklin Gothic Book"/>
          <w:i/>
          <w:iCs/>
          <w:color w:val="000000" w:themeColor="text1"/>
        </w:rPr>
        <w:t>minutes</w:t>
      </w:r>
      <w:proofErr w:type="gramEnd"/>
    </w:p>
    <w:tbl>
      <w:tblPr>
        <w:tblW w:w="5000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94"/>
      </w:tblGrid>
      <w:tr w:rsidRPr="00AC4D28" w:rsidR="00FA0162" w:rsidTr="00FA0162" w14:paraId="74BE6250" w14:textId="77777777">
        <w:tc>
          <w:tcPr>
            <w:tcW w:w="5000" w:type="pct"/>
            <w:shd w:val="clear" w:color="auto" w:fill="auto"/>
            <w:vAlign w:val="center"/>
          </w:tcPr>
          <w:p w:rsidRPr="00AC4D28" w:rsidR="00FA0162" w:rsidP="00AC2B2E" w:rsidRDefault="00FA0162" w14:paraId="682529B8" w14:textId="32A5B5C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bookmarkStart w:name="_Hlk120279648" w:id="0"/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Date:</w:t>
            </w:r>
          </w:p>
        </w:tc>
      </w:tr>
      <w:tr w:rsidRPr="00AC4D28" w:rsidR="00F150DE" w:rsidTr="00F150DE" w14:paraId="63AB9147" w14:textId="77777777">
        <w:tc>
          <w:tcPr>
            <w:tcW w:w="5000" w:type="pct"/>
            <w:shd w:val="clear" w:color="auto" w:fill="auto"/>
            <w:vAlign w:val="center"/>
          </w:tcPr>
          <w:p w:rsidRPr="00AC4D28" w:rsidR="00F150DE" w:rsidP="00AC2B2E" w:rsidRDefault="003421DF" w14:paraId="0C27887B" w14:textId="00CD2D8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Mentor’s sector</w:t>
            </w:r>
            <w:r w:rsidRPr="00AC4D28" w:rsidR="00F150DE">
              <w:rPr>
                <w:rFonts w:ascii="Franklin Gothic Book" w:hAnsi="Franklin Gothic Book" w:eastAsia="Times New Roman" w:cs="Arial"/>
                <w:lang w:eastAsia="en-GB"/>
              </w:rPr>
              <w:t xml:space="preserve">:    </w:t>
            </w:r>
            <w:r w:rsidRPr="00AC4D28" w:rsidR="00F150DE">
              <w:rPr>
                <w:rFonts w:ascii="Wingdings" w:hAnsi="Wingdings" w:eastAsia="Wingdings" w:cs="Wingdings"/>
              </w:rPr>
              <w:t>o</w:t>
            </w:r>
            <w:r w:rsidRPr="00AC4D28" w:rsidR="00F150DE">
              <w:rPr>
                <w:rFonts w:ascii="Franklin Gothic Book" w:hAnsi="Franklin Gothic Book"/>
              </w:rPr>
              <w:t xml:space="preserve"> Human health    </w:t>
            </w:r>
            <w:r w:rsidRPr="00AC4D28" w:rsidR="00F150DE">
              <w:rPr>
                <w:rFonts w:ascii="Wingdings" w:hAnsi="Wingdings" w:eastAsia="Wingdings" w:cs="Wingdings"/>
              </w:rPr>
              <w:t>o</w:t>
            </w:r>
            <w:r w:rsidRPr="00AC4D28" w:rsidR="00F150DE">
              <w:rPr>
                <w:rFonts w:ascii="Franklin Gothic Book" w:hAnsi="Franklin Gothic Book"/>
              </w:rPr>
              <w:t xml:space="preserve"> Animal health   </w:t>
            </w:r>
            <w:r w:rsidRPr="00AC4D28" w:rsidR="00F150DE">
              <w:rPr>
                <w:rFonts w:ascii="Wingdings" w:hAnsi="Wingdings" w:eastAsia="Wingdings" w:cs="Wingdings"/>
              </w:rPr>
              <w:t>o</w:t>
            </w:r>
            <w:r w:rsidRPr="00AC4D28" w:rsidR="00F150DE">
              <w:rPr>
                <w:rFonts w:ascii="Franklin Gothic Book" w:hAnsi="Franklin Gothic Book"/>
              </w:rPr>
              <w:t xml:space="preserve"> Environmental health</w:t>
            </w:r>
            <w:r w:rsidRPr="00AC4D28" w:rsidR="00582F41">
              <w:rPr>
                <w:rFonts w:ascii="Franklin Gothic Book" w:hAnsi="Franklin Gothic Book"/>
              </w:rPr>
              <w:t xml:space="preserve">   </w:t>
            </w:r>
            <w:r w:rsidRPr="00AC4D28" w:rsidR="00582F41">
              <w:rPr>
                <w:rFonts w:ascii="Wingdings" w:hAnsi="Wingdings" w:eastAsia="Wingdings" w:cs="Wingdings"/>
              </w:rPr>
              <w:t>o</w:t>
            </w:r>
            <w:r w:rsidRPr="00AC4D28" w:rsidR="00582F41">
              <w:rPr>
                <w:rFonts w:ascii="Franklin Gothic Book" w:hAnsi="Franklin Gothic Book" w:eastAsia="Wingdings" w:cs="Arial"/>
              </w:rPr>
              <w:t xml:space="preserve"> Other</w:t>
            </w:r>
          </w:p>
        </w:tc>
      </w:tr>
    </w:tbl>
    <w:p w:rsidR="001D3745" w:rsidP="732CDE08" w:rsidRDefault="00D2454A" w14:paraId="5B4A43FD" w14:textId="11587CD0">
      <w:pPr>
        <w:pStyle w:val="Normal"/>
        <w:rPr>
          <w:rFonts w:ascii="Franklin Gothic Book" w:hAnsi="Franklin Gothic Book"/>
          <w:b w:val="1"/>
          <w:bCs w:val="1"/>
        </w:rPr>
      </w:pPr>
      <w:r w:rsidRPr="732CDE08" w:rsidR="00D2454A">
        <w:rPr>
          <w:rFonts w:ascii="Franklin Gothic Book" w:hAnsi="Franklin Gothic Book"/>
          <w:b w:val="1"/>
          <w:bCs w:val="1"/>
        </w:rPr>
        <w:t xml:space="preserve">Please </w:t>
      </w:r>
      <w:r w:rsidRPr="732CDE08" w:rsidR="0070292C">
        <w:rPr>
          <w:rFonts w:ascii="Franklin Gothic Book" w:hAnsi="Franklin Gothic Book"/>
          <w:b w:val="1"/>
          <w:bCs w:val="1"/>
        </w:rPr>
        <w:t xml:space="preserve">indicate how much you agree/disagree with each of the </w:t>
      </w:r>
      <w:r w:rsidRPr="732CDE08" w:rsidR="008A4B48">
        <w:rPr>
          <w:rFonts w:ascii="Franklin Gothic Book" w:hAnsi="Franklin Gothic Book"/>
          <w:b w:val="1"/>
          <w:bCs w:val="1"/>
        </w:rPr>
        <w:t>mentoring</w:t>
      </w:r>
      <w:r w:rsidRPr="732CDE08" w:rsidR="0070292C">
        <w:rPr>
          <w:rFonts w:ascii="Franklin Gothic Book" w:hAnsi="Franklin Gothic Book"/>
          <w:b w:val="1"/>
          <w:bCs w:val="1"/>
        </w:rPr>
        <w:t xml:space="preserve">-related statements listed below </w:t>
      </w:r>
      <w:r w:rsidRPr="732CDE08" w:rsidR="00EF74B2">
        <w:rPr>
          <w:rFonts w:ascii="Franklin Gothic Book" w:hAnsi="Franklin Gothic Book"/>
          <w:b w:val="1"/>
          <w:bCs w:val="1"/>
        </w:rPr>
        <w:t>where 1 is Strongly disagree and 5 is Strongly agree.</w:t>
      </w:r>
    </w:p>
    <w:tbl>
      <w:tblPr>
        <w:tblW w:w="5050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30"/>
        <w:gridCol w:w="7"/>
        <w:gridCol w:w="9"/>
        <w:gridCol w:w="5479"/>
        <w:gridCol w:w="160"/>
        <w:gridCol w:w="864"/>
        <w:gridCol w:w="864"/>
        <w:gridCol w:w="864"/>
        <w:gridCol w:w="864"/>
        <w:gridCol w:w="825"/>
        <w:gridCol w:w="39"/>
        <w:gridCol w:w="683"/>
        <w:gridCol w:w="56"/>
        <w:gridCol w:w="125"/>
        <w:gridCol w:w="540"/>
        <w:gridCol w:w="53"/>
        <w:gridCol w:w="270"/>
        <w:gridCol w:w="398"/>
        <w:gridCol w:w="50"/>
        <w:gridCol w:w="416"/>
        <w:gridCol w:w="255"/>
        <w:gridCol w:w="47"/>
        <w:gridCol w:w="561"/>
        <w:gridCol w:w="113"/>
        <w:gridCol w:w="45"/>
        <w:gridCol w:w="724"/>
      </w:tblGrid>
      <w:tr w:rsidRPr="007C63F3" w:rsidR="00570BF1" w:rsidTr="00535958" w14:paraId="7DAFC030" w14:textId="77777777">
        <w:tc>
          <w:tcPr>
            <w:tcW w:w="5000" w:type="pct"/>
            <w:gridSpan w:val="26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bookmarkEnd w:id="0"/>
          <w:p w:rsidRPr="005C6887" w:rsidR="00570BF1" w:rsidP="00570BF1" w:rsidRDefault="00570BF1" w14:paraId="6A669D5C" w14:textId="0F89508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sz w:val="26"/>
                <w:szCs w:val="26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 xml:space="preserve">A. Organization, </w:t>
            </w:r>
            <w:proofErr w:type="gramStart"/>
            <w:r w:rsidRPr="00AC4D28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infrastructure</w:t>
            </w:r>
            <w:proofErr w:type="gramEnd"/>
            <w:r w:rsidRPr="00AC4D28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 xml:space="preserve"> and logistics</w:t>
            </w:r>
          </w:p>
        </w:tc>
      </w:tr>
      <w:tr w:rsidRPr="007C63F3" w:rsidR="00570BF1" w:rsidTr="00535958" w14:paraId="400EAE8D" w14:textId="77777777">
        <w:trPr>
          <w:trHeight w:val="300"/>
        </w:trPr>
        <w:tc>
          <w:tcPr>
            <w:tcW w:w="3788" w:type="pct"/>
            <w:gridSpan w:val="13"/>
            <w:shd w:val="clear" w:color="auto" w:fill="auto"/>
            <w:hideMark/>
          </w:tcPr>
          <w:p w:rsidRPr="007C63F3" w:rsidR="00570BF1" w:rsidP="00570BF1" w:rsidRDefault="00570BF1" w14:paraId="5A6CF59C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212" w:type="pct"/>
            <w:gridSpan w:val="13"/>
            <w:shd w:val="clear" w:color="auto" w:fill="auto"/>
            <w:vAlign w:val="center"/>
            <w:hideMark/>
          </w:tcPr>
          <w:p w:rsidRPr="007C63F3" w:rsidR="00570BF1" w:rsidP="00570BF1" w:rsidRDefault="00570BF1" w14:paraId="21174B66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570BF1" w:rsidDel="00D2454A" w:rsidP="00570BF1" w:rsidRDefault="00570BF1" w14:paraId="15B446D9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570BF1" w:rsidTr="00535958" w14:paraId="7B37709B" w14:textId="77777777">
        <w:trPr>
          <w:trHeight w:val="300"/>
        </w:trPr>
        <w:tc>
          <w:tcPr>
            <w:tcW w:w="184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0E4B2826" w14:textId="45ACA14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A1. </w:t>
            </w:r>
          </w:p>
        </w:tc>
        <w:tc>
          <w:tcPr>
            <w:tcW w:w="3604" w:type="pct"/>
            <w:gridSpan w:val="10"/>
            <w:shd w:val="clear" w:color="auto" w:fill="auto"/>
            <w:vAlign w:val="center"/>
          </w:tcPr>
          <w:p w:rsidRPr="007C63F3" w:rsidR="00570BF1" w:rsidP="00570BF1" w:rsidRDefault="00570BF1" w14:paraId="744FF3DF" w14:textId="0AB53D3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The mentorship component of the Programme was well-organized and ran smoothly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3A4BA973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03B068F0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21B66F98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6EE3DABB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570BF1" w:rsidP="00570BF1" w:rsidRDefault="00570BF1" w14:paraId="364B20D6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570BF1" w:rsidTr="00535958" w14:paraId="0F129E3A" w14:textId="77777777">
        <w:trPr>
          <w:trHeight w:val="300"/>
        </w:trPr>
        <w:tc>
          <w:tcPr>
            <w:tcW w:w="184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18E7D35C" w14:textId="65F99DC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A2. </w:t>
            </w:r>
          </w:p>
        </w:tc>
        <w:tc>
          <w:tcPr>
            <w:tcW w:w="3604" w:type="pct"/>
            <w:gridSpan w:val="10"/>
            <w:shd w:val="clear" w:color="auto" w:fill="auto"/>
            <w:vAlign w:val="center"/>
          </w:tcPr>
          <w:p w:rsidRPr="007C63F3" w:rsidR="00570BF1" w:rsidP="00570BF1" w:rsidRDefault="00570BF1" w14:paraId="10A43D60" w14:textId="3426A36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The administrative support was helpful and sufficient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07D3544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51542D4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255A240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0E2530E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570BF1" w:rsidP="00570BF1" w:rsidRDefault="00570BF1" w14:paraId="43D2F52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570BF1" w:rsidTr="00535958" w14:paraId="75AE1F80" w14:textId="77777777">
        <w:trPr>
          <w:trHeight w:val="300"/>
        </w:trPr>
        <w:tc>
          <w:tcPr>
            <w:tcW w:w="184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584CC321" w14:textId="495669A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A3.</w:t>
            </w:r>
          </w:p>
        </w:tc>
        <w:tc>
          <w:tcPr>
            <w:tcW w:w="3604" w:type="pct"/>
            <w:gridSpan w:val="10"/>
            <w:shd w:val="clear" w:color="auto" w:fill="auto"/>
            <w:vAlign w:val="center"/>
          </w:tcPr>
          <w:p w:rsidRPr="007C63F3" w:rsidR="00570BF1" w:rsidP="00570BF1" w:rsidRDefault="00570BF1" w14:paraId="13E69B56" w14:textId="1320D67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The mentoring environment (e.g., venue, distance-learning platform) was appropriate and facilitated the mentoring process 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10E1FDA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48CB8C4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43D0B57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38CE68E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570BF1" w:rsidP="00570BF1" w:rsidRDefault="00570BF1" w14:paraId="619A40A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570BF1" w:rsidTr="00535958" w14:paraId="5321D780" w14:textId="77777777">
        <w:trPr>
          <w:trHeight w:val="300"/>
        </w:trPr>
        <w:tc>
          <w:tcPr>
            <w:tcW w:w="184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33FB687D" w14:textId="6DD1153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A4.</w:t>
            </w:r>
          </w:p>
        </w:tc>
        <w:tc>
          <w:tcPr>
            <w:tcW w:w="3604" w:type="pct"/>
            <w:gridSpan w:val="10"/>
            <w:shd w:val="clear" w:color="auto" w:fill="auto"/>
            <w:vAlign w:val="center"/>
          </w:tcPr>
          <w:p w:rsidRPr="007C63F3" w:rsidR="00570BF1" w:rsidP="00570BF1" w:rsidRDefault="00570BF1" w14:paraId="4EE447F8" w14:textId="09277B0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The logistical arrangements (e.g., scheduling, location/link, materials) were adequate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26A9D6A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5C9C8B2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7C94144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57DA432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570BF1" w:rsidP="00570BF1" w:rsidRDefault="00570BF1" w14:paraId="6B4F0FE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570BF1" w:rsidTr="00535958" w14:paraId="7F0B09FF" w14:textId="77777777">
        <w:trPr>
          <w:trHeight w:val="300"/>
        </w:trPr>
        <w:tc>
          <w:tcPr>
            <w:tcW w:w="184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54552789" w14:textId="4AA6ACC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A5.</w:t>
            </w:r>
          </w:p>
        </w:tc>
        <w:tc>
          <w:tcPr>
            <w:tcW w:w="3604" w:type="pct"/>
            <w:gridSpan w:val="10"/>
            <w:shd w:val="clear" w:color="auto" w:fill="auto"/>
            <w:vAlign w:val="center"/>
          </w:tcPr>
          <w:p w:rsidRPr="007C63F3" w:rsidR="00570BF1" w:rsidP="00570BF1" w:rsidRDefault="00570BF1" w14:paraId="61DA8B09" w14:textId="774033B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The materials and resources needed for mentoring were readily available or access to those was provided in a timely manner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1814B11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6CD96FA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6C9D466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68A2336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570BF1" w:rsidP="00570BF1" w:rsidRDefault="00570BF1" w14:paraId="319A145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570BF1" w:rsidTr="00535958" w14:paraId="32FD9083" w14:textId="77777777">
        <w:trPr>
          <w:trHeight w:val="300"/>
        </w:trPr>
        <w:tc>
          <w:tcPr>
            <w:tcW w:w="184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658B64E9" w14:textId="750C443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A6. </w:t>
            </w:r>
          </w:p>
        </w:tc>
        <w:tc>
          <w:tcPr>
            <w:tcW w:w="3604" w:type="pct"/>
            <w:gridSpan w:val="10"/>
            <w:shd w:val="clear" w:color="auto" w:fill="auto"/>
            <w:vAlign w:val="center"/>
          </w:tcPr>
          <w:p w:rsidRPr="007C63F3" w:rsidR="00570BF1" w:rsidP="00570BF1" w:rsidRDefault="00570BF1" w14:paraId="2FAB206D" w14:textId="72A1413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Enough time was provided to prepare for mentoring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5307D10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6DEA2AA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4B72CB8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0DF65D3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570BF1" w:rsidP="00570BF1" w:rsidRDefault="00570BF1" w14:paraId="3F6223A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535958" w:rsidTr="00535958" w14:paraId="71AE07C3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84" w:type="pct"/>
            <w:gridSpan w:val="3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570BF1" w:rsidP="00570BF1" w:rsidRDefault="00570BF1" w14:paraId="1DEF2EEA" w14:textId="78C1DAF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A7.</w:t>
            </w:r>
          </w:p>
        </w:tc>
        <w:tc>
          <w:tcPr>
            <w:tcW w:w="4816" w:type="pct"/>
            <w:gridSpan w:val="23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AC4D28" w:rsidR="00570BF1" w:rsidP="00570BF1" w:rsidRDefault="00570BF1" w14:paraId="3FF9F0ED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the organization, infrastructure and logistics of the </w:t>
            </w:r>
            <w:proofErr w:type="gramStart"/>
            <w:r w:rsidRPr="00AC4D28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programme</w:t>
            </w:r>
            <w:proofErr w:type="gramEnd"/>
          </w:p>
          <w:p w:rsidRPr="00AC4D28" w:rsidR="00570BF1" w:rsidP="00570BF1" w:rsidRDefault="00570BF1" w14:paraId="729C7AC1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00D85A31" w:rsidR="00570BF1" w:rsidP="00570BF1" w:rsidRDefault="00570BF1" w14:paraId="579E5EF7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570BF1" w:rsidTr="00535958" w14:paraId="0729BECC" w14:textId="77777777">
        <w:tc>
          <w:tcPr>
            <w:tcW w:w="5000" w:type="pct"/>
            <w:gridSpan w:val="26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FC5739" w:rsidR="00570BF1" w:rsidP="00570BF1" w:rsidRDefault="00570BF1" w14:paraId="24D1294A" w14:textId="283A856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B. Communication from the implementer </w:t>
            </w:r>
          </w:p>
        </w:tc>
      </w:tr>
      <w:tr w:rsidRPr="007C63F3" w:rsidR="00570BF1" w:rsidTr="00535958" w14:paraId="4DD7CAD2" w14:textId="77777777">
        <w:trPr>
          <w:trHeight w:val="300"/>
        </w:trPr>
        <w:tc>
          <w:tcPr>
            <w:tcW w:w="3526" w:type="pct"/>
            <w:gridSpan w:val="10"/>
            <w:shd w:val="clear" w:color="auto" w:fill="auto"/>
            <w:hideMark/>
          </w:tcPr>
          <w:p w:rsidRPr="007C63F3" w:rsidR="00570BF1" w:rsidP="00570BF1" w:rsidRDefault="00570BF1" w14:paraId="67895373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474" w:type="pct"/>
            <w:gridSpan w:val="16"/>
            <w:shd w:val="clear" w:color="auto" w:fill="auto"/>
            <w:vAlign w:val="center"/>
            <w:hideMark/>
          </w:tcPr>
          <w:p w:rsidRPr="007C63F3" w:rsidR="00570BF1" w:rsidP="00570BF1" w:rsidRDefault="00570BF1" w14:paraId="1A535D96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570BF1" w:rsidDel="00D2454A" w:rsidP="00570BF1" w:rsidRDefault="00570BF1" w14:paraId="0B3A122C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570BF1" w:rsidTr="00535958" w14:paraId="7DE633C8" w14:textId="77777777">
        <w:trPr>
          <w:trHeight w:val="300"/>
        </w:trPr>
        <w:tc>
          <w:tcPr>
            <w:tcW w:w="181" w:type="pct"/>
            <w:gridSpan w:val="2"/>
            <w:shd w:val="clear" w:color="auto" w:fill="auto"/>
            <w:vAlign w:val="center"/>
          </w:tcPr>
          <w:p w:rsidRPr="007C63F3" w:rsidR="00570BF1" w:rsidP="00570BF1" w:rsidRDefault="00570BF1" w14:paraId="6A8CB3E7" w14:textId="72E1630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B1. </w:t>
            </w:r>
          </w:p>
        </w:tc>
        <w:tc>
          <w:tcPr>
            <w:tcW w:w="3345" w:type="pct"/>
            <w:gridSpan w:val="8"/>
            <w:shd w:val="clear" w:color="auto" w:fill="auto"/>
            <w:vAlign w:val="center"/>
          </w:tcPr>
          <w:p w:rsidRPr="007C63F3" w:rsidR="00570BF1" w:rsidP="00570BF1" w:rsidRDefault="00570BF1" w14:paraId="32DE880D" w14:textId="4BA0B8D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Communication from organizers was clear and timely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Pr="007C63F3" w:rsidR="00570BF1" w:rsidP="00570BF1" w:rsidRDefault="00570BF1" w14:paraId="1E161A1D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50F497A3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526A1E88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4C222AD6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55D22F01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9" w:type="pct"/>
            <w:gridSpan w:val="2"/>
          </w:tcPr>
          <w:p w:rsidRPr="007C63F3" w:rsidR="00570BF1" w:rsidP="00570BF1" w:rsidRDefault="00570BF1" w14:paraId="7B621C57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570BF1" w:rsidTr="00535958" w14:paraId="0AC8E89A" w14:textId="77777777">
        <w:trPr>
          <w:trHeight w:val="300"/>
        </w:trPr>
        <w:tc>
          <w:tcPr>
            <w:tcW w:w="181" w:type="pct"/>
            <w:gridSpan w:val="2"/>
            <w:shd w:val="clear" w:color="auto" w:fill="auto"/>
            <w:vAlign w:val="center"/>
          </w:tcPr>
          <w:p w:rsidRPr="007C63F3" w:rsidR="00570BF1" w:rsidP="00570BF1" w:rsidRDefault="00570BF1" w14:paraId="035D7B5E" w14:textId="6FDF097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B2. </w:t>
            </w:r>
          </w:p>
        </w:tc>
        <w:tc>
          <w:tcPr>
            <w:tcW w:w="3345" w:type="pct"/>
            <w:gridSpan w:val="8"/>
            <w:shd w:val="clear" w:color="auto" w:fill="auto"/>
            <w:vAlign w:val="center"/>
          </w:tcPr>
          <w:p w:rsidRPr="007C63F3" w:rsidR="00570BF1" w:rsidP="00570BF1" w:rsidRDefault="00570BF1" w14:paraId="3452746E" w14:textId="5A7ABE0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/>
              </w:rPr>
              <w:t xml:space="preserve">All necessary information, updates and </w:t>
            </w: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changes to the programme were communicated effectively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Pr="007C63F3" w:rsidR="00570BF1" w:rsidP="00570BF1" w:rsidRDefault="00570BF1" w14:paraId="5A496B0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4D9C389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7D350B5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77020CA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24AC7E7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9" w:type="pct"/>
            <w:gridSpan w:val="2"/>
          </w:tcPr>
          <w:p w:rsidRPr="007C63F3" w:rsidR="00570BF1" w:rsidP="00570BF1" w:rsidRDefault="00570BF1" w14:paraId="087BA72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570BF1" w:rsidTr="00535958" w14:paraId="104FF858" w14:textId="77777777">
        <w:trPr>
          <w:trHeight w:val="300"/>
        </w:trPr>
        <w:tc>
          <w:tcPr>
            <w:tcW w:w="181" w:type="pct"/>
            <w:gridSpan w:val="2"/>
            <w:shd w:val="clear" w:color="auto" w:fill="auto"/>
            <w:vAlign w:val="center"/>
          </w:tcPr>
          <w:p w:rsidRPr="007C63F3" w:rsidR="00570BF1" w:rsidP="00570BF1" w:rsidRDefault="00570BF1" w14:paraId="58901677" w14:textId="31D9A59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B3. </w:t>
            </w:r>
          </w:p>
        </w:tc>
        <w:tc>
          <w:tcPr>
            <w:tcW w:w="3345" w:type="pct"/>
            <w:gridSpan w:val="8"/>
            <w:shd w:val="clear" w:color="auto" w:fill="auto"/>
            <w:vAlign w:val="center"/>
          </w:tcPr>
          <w:p w:rsidRPr="007C63F3" w:rsidR="00570BF1" w:rsidP="00570BF1" w:rsidRDefault="00570BF1" w14:paraId="2ABAA7C0" w14:textId="05B2FD9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The organizers were responsive to my inquiries and concerns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  <w:hideMark/>
          </w:tcPr>
          <w:p w:rsidRPr="007C63F3" w:rsidR="00570BF1" w:rsidP="00570BF1" w:rsidRDefault="00570BF1" w14:paraId="55C2466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19135BC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16B46E8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23021D3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2326D85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9" w:type="pct"/>
            <w:gridSpan w:val="2"/>
          </w:tcPr>
          <w:p w:rsidRPr="007C63F3" w:rsidR="00570BF1" w:rsidP="00570BF1" w:rsidRDefault="00570BF1" w14:paraId="2445440A" w14:textId="057A92E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>
              <w:rPr>
                <w:rFonts w:ascii="Franklin Gothic Book" w:hAnsi="Franklin Gothic Book" w:eastAsia="Times New Roman" w:cs="Arial"/>
                <w:lang w:eastAsia="en-GB"/>
              </w:rPr>
              <w:t>N/A</w:t>
            </w:r>
            <w:r>
              <w:rPr>
                <w:rStyle w:val="FootnoteReference"/>
                <w:rFonts w:ascii="Franklin Gothic Book" w:hAnsi="Franklin Gothic Book" w:eastAsia="Times New Roman" w:cs="Arial"/>
                <w:lang w:eastAsia="en-GB"/>
              </w:rPr>
              <w:footnoteReference w:id="2"/>
            </w:r>
          </w:p>
        </w:tc>
      </w:tr>
      <w:tr w:rsidRPr="007C63F3" w:rsidR="00570BF1" w:rsidTr="00535958" w14:paraId="4D0882B1" w14:textId="77777777">
        <w:trPr>
          <w:trHeight w:val="300"/>
        </w:trPr>
        <w:tc>
          <w:tcPr>
            <w:tcW w:w="181" w:type="pct"/>
            <w:gridSpan w:val="2"/>
            <w:shd w:val="clear" w:color="auto" w:fill="auto"/>
            <w:vAlign w:val="center"/>
          </w:tcPr>
          <w:p w:rsidRPr="007C63F3" w:rsidR="00570BF1" w:rsidP="00570BF1" w:rsidRDefault="00570BF1" w14:paraId="66F71119" w14:textId="3EB7018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B4. </w:t>
            </w:r>
          </w:p>
        </w:tc>
        <w:tc>
          <w:tcPr>
            <w:tcW w:w="3345" w:type="pct"/>
            <w:gridSpan w:val="8"/>
            <w:shd w:val="clear" w:color="auto" w:fill="auto"/>
            <w:vAlign w:val="center"/>
          </w:tcPr>
          <w:p w:rsidRPr="007C63F3" w:rsidR="00570BF1" w:rsidP="00570BF1" w:rsidRDefault="00570BF1" w14:paraId="2F57D0B6" w14:textId="0DC2DEC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My role and responsibilities as a mentor were clearly communicated to me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  <w:hideMark/>
          </w:tcPr>
          <w:p w:rsidRPr="007C63F3" w:rsidR="00570BF1" w:rsidP="00570BF1" w:rsidRDefault="00570BF1" w14:paraId="56EEADC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1D8DBF6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61F5966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2597FD8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52E5230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59" w:type="pct"/>
            <w:gridSpan w:val="2"/>
          </w:tcPr>
          <w:p w:rsidRPr="007C63F3" w:rsidR="00570BF1" w:rsidP="00570BF1" w:rsidRDefault="00570BF1" w14:paraId="3B7D328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570BF1" w:rsidTr="00535958" w14:paraId="5C606949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81" w:type="pct"/>
            <w:gridSpan w:val="2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570BF1" w:rsidP="00570BF1" w:rsidRDefault="00570BF1" w14:paraId="2EF570C4" w14:textId="59CCFBF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B5.</w:t>
            </w:r>
          </w:p>
        </w:tc>
        <w:tc>
          <w:tcPr>
            <w:tcW w:w="4819" w:type="pct"/>
            <w:gridSpan w:val="24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AC4D28" w:rsidR="00570BF1" w:rsidP="00570BF1" w:rsidRDefault="00570BF1" w14:paraId="27EAC431" w14:textId="78EF0DD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the communication from the </w:t>
            </w:r>
            <w:proofErr w:type="gramStart"/>
            <w:r w:rsidRPr="00AC4D28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implementer</w:t>
            </w:r>
            <w:proofErr w:type="gramEnd"/>
          </w:p>
          <w:p w:rsidRPr="00AC4D28" w:rsidR="00570BF1" w:rsidP="00570BF1" w:rsidRDefault="00570BF1" w14:paraId="74754BA3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00D85A31" w:rsidR="00570BF1" w:rsidP="00570BF1" w:rsidRDefault="00570BF1" w14:paraId="18F3CF32" w14:textId="52E3A32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</w:tr>
      <w:tr w:rsidRPr="007C63F3" w:rsidR="00570BF1" w:rsidTr="00535958" w14:paraId="123264A7" w14:textId="77777777">
        <w:tc>
          <w:tcPr>
            <w:tcW w:w="5000" w:type="pct"/>
            <w:gridSpan w:val="26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5C6887" w:rsidR="00570BF1" w:rsidP="00570BF1" w:rsidRDefault="00570BF1" w14:paraId="1D6A4DAB" w14:textId="7C8BC9D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sz w:val="26"/>
                <w:szCs w:val="26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C. Length/format </w:t>
            </w:r>
          </w:p>
        </w:tc>
      </w:tr>
      <w:tr w:rsidRPr="007C63F3" w:rsidR="00570BF1" w:rsidTr="00535958" w14:paraId="3F84740E" w14:textId="77777777">
        <w:trPr>
          <w:trHeight w:val="300"/>
        </w:trPr>
        <w:tc>
          <w:tcPr>
            <w:tcW w:w="3788" w:type="pct"/>
            <w:gridSpan w:val="13"/>
            <w:shd w:val="clear" w:color="auto" w:fill="auto"/>
            <w:hideMark/>
          </w:tcPr>
          <w:p w:rsidRPr="007C63F3" w:rsidR="00570BF1" w:rsidP="00570BF1" w:rsidRDefault="00570BF1" w14:paraId="324C11BE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212" w:type="pct"/>
            <w:gridSpan w:val="13"/>
            <w:shd w:val="clear" w:color="auto" w:fill="auto"/>
            <w:vAlign w:val="center"/>
            <w:hideMark/>
          </w:tcPr>
          <w:p w:rsidRPr="007C63F3" w:rsidR="00570BF1" w:rsidP="00570BF1" w:rsidRDefault="00570BF1" w14:paraId="2B516CE8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570BF1" w:rsidDel="00D2454A" w:rsidP="00570BF1" w:rsidRDefault="00570BF1" w14:paraId="6DCBD3AD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570BF1" w:rsidTr="00535958" w14:paraId="25E88CEE" w14:textId="77777777">
        <w:trPr>
          <w:trHeight w:val="300"/>
        </w:trPr>
        <w:tc>
          <w:tcPr>
            <w:tcW w:w="184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57651F9E" w14:textId="23F0E8A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C1. </w:t>
            </w:r>
          </w:p>
        </w:tc>
        <w:tc>
          <w:tcPr>
            <w:tcW w:w="3604" w:type="pct"/>
            <w:gridSpan w:val="10"/>
            <w:shd w:val="clear" w:color="auto" w:fill="auto"/>
            <w:vAlign w:val="center"/>
          </w:tcPr>
          <w:p w:rsidRPr="007C63F3" w:rsidR="00570BF1" w:rsidP="00570BF1" w:rsidRDefault="00570BF1" w14:paraId="5D7AC4C4" w14:textId="6C1A3B2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The duration of mentoring support was acceptable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49DB8146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04FB2DC1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3316F7FE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13348B91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570BF1" w:rsidP="00570BF1" w:rsidRDefault="00570BF1" w14:paraId="61DAE74E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570BF1" w:rsidTr="00535958" w14:paraId="42C7FBA3" w14:textId="77777777">
        <w:trPr>
          <w:trHeight w:val="300"/>
        </w:trPr>
        <w:tc>
          <w:tcPr>
            <w:tcW w:w="184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65734805" w14:textId="455C94B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C2.</w:t>
            </w:r>
          </w:p>
        </w:tc>
        <w:tc>
          <w:tcPr>
            <w:tcW w:w="3604" w:type="pct"/>
            <w:gridSpan w:val="10"/>
            <w:shd w:val="clear" w:color="auto" w:fill="auto"/>
            <w:vAlign w:val="center"/>
          </w:tcPr>
          <w:p w:rsidRPr="007C63F3" w:rsidR="00570BF1" w:rsidP="00570BF1" w:rsidRDefault="00570BF1" w14:paraId="129EE58D" w14:textId="0BC153C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The pacing of the programme was manageable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74D8FDC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438BC36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63D4550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63CDFA9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570BF1" w:rsidP="00570BF1" w:rsidRDefault="00570BF1" w14:paraId="7013CDB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570BF1" w:rsidTr="00535958" w14:paraId="04B7E240" w14:textId="77777777">
        <w:trPr>
          <w:trHeight w:val="300"/>
        </w:trPr>
        <w:tc>
          <w:tcPr>
            <w:tcW w:w="184" w:type="pct"/>
            <w:gridSpan w:val="3"/>
            <w:shd w:val="clear" w:color="auto" w:fill="auto"/>
            <w:vAlign w:val="center"/>
          </w:tcPr>
          <w:p w:rsidRPr="007C63F3" w:rsidR="00570BF1" w:rsidP="00570BF1" w:rsidRDefault="00570BF1" w14:paraId="0D0D765B" w14:textId="12B8788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C3. </w:t>
            </w:r>
          </w:p>
        </w:tc>
        <w:tc>
          <w:tcPr>
            <w:tcW w:w="3604" w:type="pct"/>
            <w:gridSpan w:val="10"/>
            <w:shd w:val="clear" w:color="auto" w:fill="auto"/>
            <w:vAlign w:val="center"/>
          </w:tcPr>
          <w:p w:rsidRPr="007C63F3" w:rsidR="00570BF1" w:rsidP="00570BF1" w:rsidRDefault="00570BF1" w14:paraId="5882483D" w14:textId="49F393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The modality of the mentoring sessions (e.g. in person, online) was effective for mentoring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191A3B6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1E66BAB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6614AF9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3"/>
            <w:shd w:val="clear" w:color="auto" w:fill="auto"/>
            <w:vAlign w:val="center"/>
            <w:hideMark/>
          </w:tcPr>
          <w:p w:rsidRPr="007C63F3" w:rsidR="00570BF1" w:rsidP="00570BF1" w:rsidRDefault="00570BF1" w14:paraId="42A1939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570BF1" w:rsidP="00570BF1" w:rsidRDefault="00570BF1" w14:paraId="4BA7F03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535958" w:rsidTr="00535958" w14:paraId="3E01CCF8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84" w:type="pct"/>
            <w:gridSpan w:val="3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  <w:vAlign w:val="center"/>
          </w:tcPr>
          <w:p w:rsidRPr="007C63F3" w:rsidR="00570BF1" w:rsidP="00570BF1" w:rsidRDefault="00570BF1" w14:paraId="01774164" w14:textId="4746376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C4.</w:t>
            </w:r>
          </w:p>
        </w:tc>
        <w:tc>
          <w:tcPr>
            <w:tcW w:w="4816" w:type="pct"/>
            <w:gridSpan w:val="23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AC4D28" w:rsidR="00570BF1" w:rsidP="00570BF1" w:rsidRDefault="00570BF1" w14:paraId="6BC8E0A1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the length and format of mentoring </w:t>
            </w:r>
            <w:proofErr w:type="gramStart"/>
            <w:r w:rsidRPr="00AC4D28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support</w:t>
            </w:r>
            <w:proofErr w:type="gramEnd"/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="00570BF1" w:rsidP="00570BF1" w:rsidRDefault="00570BF1" w14:paraId="145E7BC0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00D85A31" w:rsidR="00570BF1" w:rsidP="00570BF1" w:rsidRDefault="00570BF1" w14:paraId="571439FF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AC4D28" w:rsidR="00570BF1" w:rsidTr="00535958" w14:paraId="1D8EBF7B" w14:textId="77777777">
        <w:tc>
          <w:tcPr>
            <w:tcW w:w="5000" w:type="pct"/>
            <w:gridSpan w:val="26"/>
            <w:shd w:val="clear" w:color="auto" w:fill="F2F2F2" w:themeFill="background1" w:themeFillShade="F2"/>
            <w:hideMark/>
          </w:tcPr>
          <w:p w:rsidRPr="00AC4D28" w:rsidR="00570BF1" w:rsidP="00570BF1" w:rsidRDefault="00570BF1" w14:paraId="448E2E30" w14:textId="0BBD390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D. General evaluation</w:t>
            </w:r>
          </w:p>
        </w:tc>
      </w:tr>
      <w:tr w:rsidRPr="00AC4D28" w:rsidR="00570BF1" w:rsidTr="00535958" w14:paraId="2C20C1FB" w14:textId="77777777">
        <w:tc>
          <w:tcPr>
            <w:tcW w:w="2030" w:type="pct"/>
            <w:gridSpan w:val="4"/>
            <w:shd w:val="clear" w:color="auto" w:fill="auto"/>
            <w:hideMark/>
          </w:tcPr>
          <w:p w:rsidRPr="00AC4D28" w:rsidR="00570BF1" w:rsidP="00570BF1" w:rsidRDefault="00570BF1" w14:paraId="08549593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2970" w:type="pct"/>
            <w:gridSpan w:val="22"/>
            <w:shd w:val="clear" w:color="auto" w:fill="auto"/>
            <w:vAlign w:val="center"/>
            <w:hideMark/>
          </w:tcPr>
          <w:p w:rsidRPr="00AC4D28" w:rsidR="00570BF1" w:rsidP="00570BF1" w:rsidRDefault="00570BF1" w14:paraId="06EF79D0" w14:textId="77777777">
            <w:pPr>
              <w:spacing w:before="0" w:after="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AC4D28" w:rsidR="00570BF1" w:rsidTr="00535958" w14:paraId="59FB4BFA" w14:textId="77777777">
        <w:tc>
          <w:tcPr>
            <w:tcW w:w="179" w:type="pct"/>
            <w:shd w:val="clear" w:color="auto" w:fill="auto"/>
            <w:vAlign w:val="center"/>
          </w:tcPr>
          <w:p w:rsidRPr="00AC4D28" w:rsidR="00570BF1" w:rsidP="00570BF1" w:rsidRDefault="00570BF1" w14:paraId="061067FA" w14:textId="34081C0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D1.</w:t>
            </w:r>
          </w:p>
        </w:tc>
        <w:tc>
          <w:tcPr>
            <w:tcW w:w="1905" w:type="pct"/>
            <w:gridSpan w:val="4"/>
            <w:shd w:val="clear" w:color="auto" w:fill="auto"/>
            <w:vAlign w:val="center"/>
          </w:tcPr>
          <w:p w:rsidRPr="00AC4D28" w:rsidR="00570BF1" w:rsidP="00570BF1" w:rsidRDefault="00570BF1" w14:paraId="3E71A46F" w14:textId="786BA71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Would you recommend to colleagues to serve as mentors in the GLLP? (Where 1 is Not at all and 10 is Highly recommend)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Pr="00AC4D28" w:rsidR="00570BF1" w:rsidP="00570BF1" w:rsidRDefault="00570BF1" w14:paraId="28BDFC29" w14:textId="34647FC1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Pr="00AC4D28" w:rsidR="00570BF1" w:rsidP="00570BF1" w:rsidRDefault="00570BF1" w14:paraId="1B7F6F76" w14:textId="59F11CC4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Pr="00AC4D28" w:rsidR="00570BF1" w:rsidP="00570BF1" w:rsidRDefault="00570BF1" w14:paraId="02E3CF0C" w14:textId="0C3EEF43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Pr="00AC4D28" w:rsidR="00570BF1" w:rsidP="00570BF1" w:rsidRDefault="00570BF1" w14:paraId="788AB647" w14:textId="2F6284C6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:rsidRPr="00AC4D28" w:rsidR="00570BF1" w:rsidP="00570BF1" w:rsidRDefault="00570BF1" w14:paraId="7C7FC777" w14:textId="2FF84D4C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91" w:type="pct"/>
            <w:gridSpan w:val="3"/>
            <w:shd w:val="clear" w:color="auto" w:fill="auto"/>
            <w:vAlign w:val="center"/>
          </w:tcPr>
          <w:p w:rsidRPr="00AC4D28" w:rsidR="00570BF1" w:rsidP="00570BF1" w:rsidRDefault="00570BF1" w14:paraId="4D1412F2" w14:textId="78FDAC32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6</w:t>
            </w:r>
          </w:p>
        </w:tc>
        <w:tc>
          <w:tcPr>
            <w:tcW w:w="291" w:type="pct"/>
            <w:gridSpan w:val="3"/>
            <w:shd w:val="clear" w:color="auto" w:fill="auto"/>
            <w:vAlign w:val="center"/>
          </w:tcPr>
          <w:p w:rsidRPr="00AC4D28" w:rsidR="00570BF1" w:rsidP="00570BF1" w:rsidRDefault="00570BF1" w14:paraId="1627AB5A" w14:textId="5C435285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7</w:t>
            </w:r>
          </w:p>
        </w:tc>
        <w:tc>
          <w:tcPr>
            <w:tcW w:w="291" w:type="pct"/>
            <w:gridSpan w:val="3"/>
            <w:shd w:val="clear" w:color="auto" w:fill="auto"/>
            <w:vAlign w:val="center"/>
          </w:tcPr>
          <w:p w:rsidRPr="00AC4D28" w:rsidR="00570BF1" w:rsidP="00570BF1" w:rsidRDefault="00570BF1" w14:paraId="0AE56295" w14:textId="445A5BAC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8</w:t>
            </w:r>
          </w:p>
        </w:tc>
        <w:tc>
          <w:tcPr>
            <w:tcW w:w="291" w:type="pct"/>
            <w:gridSpan w:val="3"/>
            <w:shd w:val="clear" w:color="auto" w:fill="auto"/>
            <w:vAlign w:val="center"/>
          </w:tcPr>
          <w:p w:rsidRPr="00AC4D28" w:rsidR="00570BF1" w:rsidP="00570BF1" w:rsidRDefault="00570BF1" w14:paraId="1D039B2A" w14:textId="18D9B59B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9</w:t>
            </w:r>
          </w:p>
        </w:tc>
        <w:tc>
          <w:tcPr>
            <w:tcW w:w="297" w:type="pct"/>
            <w:gridSpan w:val="3"/>
            <w:shd w:val="clear" w:color="auto" w:fill="auto"/>
            <w:vAlign w:val="center"/>
          </w:tcPr>
          <w:p w:rsidRPr="00AC4D28" w:rsidR="00570BF1" w:rsidP="00570BF1" w:rsidRDefault="00570BF1" w14:paraId="2E64541B" w14:textId="11FB932A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10</w:t>
            </w:r>
          </w:p>
        </w:tc>
      </w:tr>
      <w:tr w:rsidRPr="00AC4D28" w:rsidR="00570BF1" w:rsidTr="00535958" w14:paraId="1EBAF872" w14:textId="77777777">
        <w:tc>
          <w:tcPr>
            <w:tcW w:w="179" w:type="pct"/>
            <w:shd w:val="clear" w:color="auto" w:fill="auto"/>
            <w:vAlign w:val="center"/>
          </w:tcPr>
          <w:p w:rsidRPr="00AC4D28" w:rsidR="00570BF1" w:rsidP="00570BF1" w:rsidRDefault="00570BF1" w14:paraId="7FBE9478" w14:textId="32B3710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D2. </w:t>
            </w:r>
          </w:p>
        </w:tc>
        <w:tc>
          <w:tcPr>
            <w:tcW w:w="1905" w:type="pct"/>
            <w:gridSpan w:val="4"/>
            <w:shd w:val="clear" w:color="auto" w:fill="auto"/>
            <w:vAlign w:val="center"/>
          </w:tcPr>
          <w:p w:rsidRPr="00AC4D28" w:rsidR="00570BF1" w:rsidP="00570BF1" w:rsidRDefault="00570BF1" w14:paraId="4D52BB13" w14:textId="7BB2BBB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What is your overall satisfaction with the programme? (Where 1 is Extremely dissatisfied, and 10 is Extremely satisfied)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Pr="00AC4D28" w:rsidR="00570BF1" w:rsidP="00570BF1" w:rsidRDefault="00570BF1" w14:paraId="79DFAEED" w14:textId="12D8A471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Pr="00AC4D28" w:rsidR="00570BF1" w:rsidP="00570BF1" w:rsidRDefault="00570BF1" w14:paraId="1546B0F0" w14:textId="1C293CD3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Pr="00AC4D28" w:rsidR="00570BF1" w:rsidP="00570BF1" w:rsidRDefault="00570BF1" w14:paraId="53FE9DF6" w14:textId="750F1FD9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Pr="00AC4D28" w:rsidR="00570BF1" w:rsidP="00570BF1" w:rsidRDefault="00570BF1" w14:paraId="69FEB7BD" w14:textId="6045C6AF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:rsidRPr="00AC4D28" w:rsidR="00570BF1" w:rsidP="00570BF1" w:rsidRDefault="00570BF1" w14:paraId="6BDBB18A" w14:textId="6FE4155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91" w:type="pct"/>
            <w:gridSpan w:val="3"/>
            <w:shd w:val="clear" w:color="auto" w:fill="auto"/>
            <w:vAlign w:val="center"/>
          </w:tcPr>
          <w:p w:rsidRPr="00AC4D28" w:rsidR="00570BF1" w:rsidP="00570BF1" w:rsidRDefault="00570BF1" w14:paraId="6636D9D7" w14:textId="1C13AEC8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6</w:t>
            </w:r>
          </w:p>
        </w:tc>
        <w:tc>
          <w:tcPr>
            <w:tcW w:w="291" w:type="pct"/>
            <w:gridSpan w:val="3"/>
            <w:shd w:val="clear" w:color="auto" w:fill="auto"/>
            <w:vAlign w:val="center"/>
          </w:tcPr>
          <w:p w:rsidRPr="00AC4D28" w:rsidR="00570BF1" w:rsidP="00570BF1" w:rsidRDefault="00570BF1" w14:paraId="614FFDB9" w14:textId="3A24F204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7</w:t>
            </w:r>
          </w:p>
        </w:tc>
        <w:tc>
          <w:tcPr>
            <w:tcW w:w="291" w:type="pct"/>
            <w:gridSpan w:val="3"/>
            <w:shd w:val="clear" w:color="auto" w:fill="auto"/>
            <w:vAlign w:val="center"/>
          </w:tcPr>
          <w:p w:rsidRPr="00AC4D28" w:rsidR="00570BF1" w:rsidP="00570BF1" w:rsidRDefault="00570BF1" w14:paraId="54C57C45" w14:textId="3665689B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8</w:t>
            </w:r>
          </w:p>
        </w:tc>
        <w:tc>
          <w:tcPr>
            <w:tcW w:w="291" w:type="pct"/>
            <w:gridSpan w:val="3"/>
            <w:shd w:val="clear" w:color="auto" w:fill="auto"/>
            <w:vAlign w:val="center"/>
          </w:tcPr>
          <w:p w:rsidRPr="00AC4D28" w:rsidR="00570BF1" w:rsidP="00570BF1" w:rsidRDefault="00570BF1" w14:paraId="373D49A5" w14:textId="6B6AE463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9</w:t>
            </w:r>
          </w:p>
        </w:tc>
        <w:tc>
          <w:tcPr>
            <w:tcW w:w="297" w:type="pct"/>
            <w:gridSpan w:val="3"/>
            <w:shd w:val="clear" w:color="auto" w:fill="auto"/>
            <w:vAlign w:val="center"/>
          </w:tcPr>
          <w:p w:rsidRPr="00AC4D28" w:rsidR="00570BF1" w:rsidP="00570BF1" w:rsidRDefault="00570BF1" w14:paraId="453F0BF8" w14:textId="7EC8A13F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10</w:t>
            </w:r>
          </w:p>
        </w:tc>
      </w:tr>
      <w:tr w:rsidRPr="00AC4D28" w:rsidR="00570BF1" w:rsidTr="00535958" w14:paraId="3090C485" w14:textId="77777777">
        <w:tc>
          <w:tcPr>
            <w:tcW w:w="179" w:type="pct"/>
            <w:shd w:val="clear" w:color="auto" w:fill="auto"/>
          </w:tcPr>
          <w:p w:rsidRPr="00AC4D28" w:rsidR="00570BF1" w:rsidP="00570BF1" w:rsidRDefault="00570BF1" w14:paraId="30132E8B" w14:textId="1D6E7F8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D3.</w:t>
            </w:r>
          </w:p>
        </w:tc>
        <w:tc>
          <w:tcPr>
            <w:tcW w:w="4821" w:type="pct"/>
            <w:gridSpan w:val="25"/>
            <w:shd w:val="clear" w:color="auto" w:fill="auto"/>
            <w:vAlign w:val="center"/>
          </w:tcPr>
          <w:p w:rsidRPr="00AC4D28" w:rsidR="00570BF1" w:rsidP="00570BF1" w:rsidRDefault="00570BF1" w14:paraId="331FE0B2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Please provide overall comments, suggestions, recommendations, and points for improvement of the </w:t>
            </w:r>
            <w:r w:rsidRPr="00AC4D28">
              <w:rPr>
                <w:rFonts w:ascii="Franklin Gothic Book" w:hAnsi="Franklin Gothic Book" w:eastAsia="Times New Roman" w:cs="Arial"/>
                <w:i/>
                <w:iCs/>
                <w:u w:val="single"/>
                <w:lang w:eastAsia="en-GB"/>
              </w:rPr>
              <w:t>mentorship component</w:t>
            </w:r>
            <w:r w:rsidRPr="00AC4D28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:</w:t>
            </w:r>
          </w:p>
          <w:p w:rsidR="00570BF1" w:rsidP="00570BF1" w:rsidRDefault="00570BF1" w14:paraId="4DD428D4" w14:textId="77777777">
            <w:pPr>
              <w:spacing w:before="40" w:after="4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AC4D28" w:rsidR="00570BF1" w:rsidP="00570BF1" w:rsidRDefault="00570BF1" w14:paraId="6AED66E1" w14:textId="77777777">
            <w:pPr>
              <w:spacing w:before="40" w:after="4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AC4D28" w:rsidR="00570BF1" w:rsidTr="00535958" w14:paraId="2CADBA1B" w14:textId="77777777">
        <w:tc>
          <w:tcPr>
            <w:tcW w:w="179" w:type="pct"/>
            <w:shd w:val="clear" w:color="auto" w:fill="auto"/>
          </w:tcPr>
          <w:p w:rsidRPr="00AC4D28" w:rsidR="00570BF1" w:rsidP="00570BF1" w:rsidRDefault="00570BF1" w14:paraId="023BF3CA" w14:textId="6755BBD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D4.</w:t>
            </w:r>
          </w:p>
        </w:tc>
        <w:tc>
          <w:tcPr>
            <w:tcW w:w="4821" w:type="pct"/>
            <w:gridSpan w:val="25"/>
            <w:shd w:val="clear" w:color="auto" w:fill="auto"/>
            <w:vAlign w:val="center"/>
          </w:tcPr>
          <w:p w:rsidRPr="00AC4D28" w:rsidR="00570BF1" w:rsidP="00570BF1" w:rsidRDefault="00570BF1" w14:paraId="5F14468D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What worked well during </w:t>
            </w:r>
            <w:r w:rsidRPr="00AC4D28">
              <w:rPr>
                <w:rFonts w:ascii="Franklin Gothic Book" w:hAnsi="Franklin Gothic Book" w:eastAsia="Times New Roman" w:cs="Arial"/>
                <w:i/>
                <w:iCs/>
                <w:u w:val="single"/>
                <w:lang w:eastAsia="en-GB"/>
              </w:rPr>
              <w:t>the programme</w:t>
            </w:r>
            <w:r w:rsidRPr="00AC4D28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 in general?</w:t>
            </w:r>
          </w:p>
          <w:p w:rsidR="00570BF1" w:rsidP="00570BF1" w:rsidRDefault="00570BF1" w14:paraId="2E03DBF7" w14:textId="77777777">
            <w:pPr>
              <w:spacing w:before="40" w:after="4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AC4D28" w:rsidR="00570BF1" w:rsidP="00570BF1" w:rsidRDefault="00570BF1" w14:paraId="51044A93" w14:textId="77777777">
            <w:pPr>
              <w:spacing w:before="40" w:after="4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AC4D28" w:rsidR="00570BF1" w:rsidTr="00535958" w14:paraId="169E6D75" w14:textId="77777777">
        <w:tc>
          <w:tcPr>
            <w:tcW w:w="179" w:type="pct"/>
            <w:shd w:val="clear" w:color="auto" w:fill="auto"/>
          </w:tcPr>
          <w:p w:rsidRPr="00AC4D28" w:rsidR="00570BF1" w:rsidP="00570BF1" w:rsidRDefault="00570BF1" w14:paraId="3CCFE2AE" w14:textId="27E37D7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D5.</w:t>
            </w:r>
          </w:p>
        </w:tc>
        <w:tc>
          <w:tcPr>
            <w:tcW w:w="4821" w:type="pct"/>
            <w:gridSpan w:val="25"/>
            <w:shd w:val="clear" w:color="auto" w:fill="auto"/>
            <w:vAlign w:val="center"/>
          </w:tcPr>
          <w:p w:rsidRPr="00AC4D28" w:rsidR="00570BF1" w:rsidP="00570BF1" w:rsidRDefault="00570BF1" w14:paraId="5D50394E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What did not work well during </w:t>
            </w:r>
            <w:r w:rsidRPr="00AC4D28">
              <w:rPr>
                <w:rFonts w:ascii="Franklin Gothic Book" w:hAnsi="Franklin Gothic Book" w:eastAsia="Times New Roman" w:cs="Arial"/>
                <w:i/>
                <w:iCs/>
                <w:u w:val="single"/>
                <w:lang w:eastAsia="en-GB"/>
              </w:rPr>
              <w:t>the programme</w:t>
            </w:r>
            <w:r w:rsidRPr="00AC4D28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 in general?</w:t>
            </w:r>
          </w:p>
          <w:p w:rsidR="00570BF1" w:rsidP="00570BF1" w:rsidRDefault="00570BF1" w14:paraId="4137150C" w14:textId="77777777">
            <w:pPr>
              <w:spacing w:before="40" w:after="4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AC4D28" w:rsidR="00570BF1" w:rsidP="00570BF1" w:rsidRDefault="00570BF1" w14:paraId="0E38082D" w14:textId="77777777">
            <w:pPr>
              <w:spacing w:before="40" w:after="4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AC4D28" w:rsidR="00570BF1" w:rsidTr="00535958" w14:paraId="5FA891B3" w14:textId="77777777">
        <w:tc>
          <w:tcPr>
            <w:tcW w:w="179" w:type="pct"/>
            <w:shd w:val="clear" w:color="auto" w:fill="auto"/>
          </w:tcPr>
          <w:p w:rsidRPr="00AC4D28" w:rsidR="00570BF1" w:rsidP="00570BF1" w:rsidRDefault="00570BF1" w14:paraId="3CF660BD" w14:textId="69B35CB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lang w:eastAsia="en-GB"/>
              </w:rPr>
              <w:t>D6.</w:t>
            </w:r>
          </w:p>
        </w:tc>
        <w:tc>
          <w:tcPr>
            <w:tcW w:w="4821" w:type="pct"/>
            <w:gridSpan w:val="25"/>
            <w:shd w:val="clear" w:color="auto" w:fill="auto"/>
            <w:vAlign w:val="center"/>
          </w:tcPr>
          <w:p w:rsidRPr="00AC4D28" w:rsidR="00570BF1" w:rsidP="00570BF1" w:rsidRDefault="00570BF1" w14:paraId="20F80011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AC4D28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Please provide overall comments, suggestions, recommendations, and points for improvement of </w:t>
            </w:r>
            <w:r w:rsidRPr="00AC4D28">
              <w:rPr>
                <w:rFonts w:ascii="Franklin Gothic Book" w:hAnsi="Franklin Gothic Book" w:eastAsia="Times New Roman" w:cs="Arial"/>
                <w:i/>
                <w:iCs/>
                <w:u w:val="single"/>
                <w:lang w:eastAsia="en-GB"/>
              </w:rPr>
              <w:t>the Programme</w:t>
            </w:r>
            <w:r w:rsidRPr="00AC4D28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:</w:t>
            </w:r>
          </w:p>
          <w:p w:rsidRPr="00AC4D28" w:rsidR="00570BF1" w:rsidP="00570BF1" w:rsidRDefault="00570BF1" w14:paraId="65275920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AC4D28" w:rsidR="00570BF1" w:rsidP="00570BF1" w:rsidRDefault="00570BF1" w14:paraId="4D3AB117" w14:textId="77777777">
            <w:pPr>
              <w:spacing w:before="40" w:after="4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</w:tbl>
    <w:p w:rsidRPr="00AC4D28" w:rsidR="00BE0F1B" w:rsidP="1AB69057" w:rsidRDefault="001D3745" w14:paraId="5C35089D" w14:textId="0EF9BA07">
      <w:pPr>
        <w:pStyle w:val="Normal"/>
        <w:rPr>
          <w:rFonts w:ascii="Franklin Gothic Book" w:hAnsi="Franklin Gothic Book" w:eastAsia="Franklin Gothic Book" w:cs="Franklin Gothic Book"/>
          <w:noProof w:val="0"/>
          <w:sz w:val="22"/>
          <w:szCs w:val="22"/>
          <w:lang w:val="en-GB"/>
        </w:rPr>
      </w:pPr>
      <w:r w:rsidRPr="1AB69057" w:rsidR="001D3745">
        <w:rPr>
          <w:rFonts w:ascii="Franklin Gothic Book" w:hAnsi="Franklin Gothic Book" w:cs="Calibri" w:cstheme="minorAscii"/>
          <w:b w:val="1"/>
          <w:bCs w:val="1"/>
          <w:i w:val="1"/>
          <w:iCs w:val="1"/>
        </w:rPr>
        <w:t>Thank you for taking the time to complete this questionnaire!</w:t>
      </w:r>
      <w:r w:rsidRPr="1AB69057" w:rsidR="6D5101B6">
        <w:rPr>
          <w:rFonts w:ascii="Franklin Gothic Book" w:hAnsi="Franklin Gothic Book" w:eastAsia="Franklin Gothic Book" w:cs="Franklin Gothic Book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Your feedback helps us improve the programme.</w:t>
      </w:r>
    </w:p>
    <w:sectPr w:rsidRPr="00AC4D28" w:rsidR="00BE0F1B" w:rsidSect="00E61AD8">
      <w:headerReference w:type="default" r:id="rId11"/>
      <w:footerReference w:type="default" r:id="rId12"/>
      <w:footerReference w:type="first" r:id="rId13"/>
      <w:pgSz w:w="16838" w:h="11906" w:orient="landscape"/>
      <w:pgMar w:top="993" w:right="993" w:bottom="1417" w:left="1135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46607" w:rsidP="004F624B" w:rsidRDefault="00346607" w14:paraId="334FD5EA" w14:textId="77777777">
      <w:pPr>
        <w:spacing w:after="0" w:line="240" w:lineRule="auto"/>
      </w:pPr>
      <w:r>
        <w:separator/>
      </w:r>
    </w:p>
  </w:endnote>
  <w:endnote w:type="continuationSeparator" w:id="0">
    <w:p w:rsidR="00346607" w:rsidP="004F624B" w:rsidRDefault="00346607" w14:paraId="3CD07A8C" w14:textId="77777777">
      <w:pPr>
        <w:spacing w:after="0" w:line="240" w:lineRule="auto"/>
      </w:pPr>
      <w:r>
        <w:continuationSeparator/>
      </w:r>
    </w:p>
  </w:endnote>
  <w:endnote w:type="continuationNotice" w:id="1">
    <w:p w:rsidR="00346607" w:rsidRDefault="00346607" w14:paraId="2CB106EF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A7FAF" w:rsidR="00FD56E6" w:rsidP="006F681F" w:rsidRDefault="00C320D1" w14:paraId="482F11EE" w14:textId="39ACE2C4">
    <w:pPr>
      <w:pStyle w:val="Footer"/>
      <w:pBdr>
        <w:top w:val="single" w:color="808080" w:themeColor="background1" w:themeShade="80" w:sz="6" w:space="0"/>
      </w:pBdr>
      <w:rPr>
        <w:sz w:val="20"/>
        <w:szCs w:val="20"/>
      </w:rPr>
    </w:pPr>
    <w:r>
      <w:rPr>
        <w:sz w:val="20"/>
        <w:szCs w:val="20"/>
      </w:rPr>
      <w:t>Mentor Final Mentoring</w:t>
    </w:r>
    <w:r w:rsidRPr="003A7FAF" w:rsidR="009F7513">
      <w:rPr>
        <w:sz w:val="20"/>
        <w:szCs w:val="20"/>
      </w:rPr>
      <w:t xml:space="preserve"> Evaluation </w:t>
    </w:r>
    <w:proofErr w:type="gramStart"/>
    <w:r w:rsidRPr="003A7FAF" w:rsidR="009F7513">
      <w:rPr>
        <w:sz w:val="20"/>
        <w:szCs w:val="20"/>
      </w:rPr>
      <w:t>Form</w:t>
    </w:r>
    <w:r w:rsidR="003A7FAF">
      <w:rPr>
        <w:b/>
        <w:bCs/>
        <w:sz w:val="20"/>
        <w:szCs w:val="20"/>
      </w:rPr>
      <w:t xml:space="preserve">  </w:t>
    </w:r>
    <w:r w:rsidRPr="00BD3768" w:rsidR="001D3745">
      <w:rPr>
        <w:b/>
        <w:bCs/>
        <w:sz w:val="20"/>
        <w:szCs w:val="20"/>
      </w:rPr>
      <w:tab/>
    </w:r>
    <w:proofErr w:type="gramEnd"/>
    <w:r w:rsidR="00BD3768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 xml:space="preserve">        </w:t>
    </w:r>
    <w:r w:rsidR="003A7FAF">
      <w:rPr>
        <w:b/>
        <w:bCs/>
        <w:sz w:val="20"/>
        <w:szCs w:val="20"/>
      </w:rPr>
      <w:t xml:space="preserve"> </w:t>
    </w:r>
    <w:r w:rsidRPr="00BD3768" w:rsidR="001D3745">
      <w:rPr>
        <w:b/>
        <w:bCs/>
        <w:sz w:val="20"/>
        <w:szCs w:val="20"/>
      </w:rPr>
      <w:t xml:space="preserve">    </w:t>
    </w:r>
    <w:r w:rsidRPr="00BD3768" w:rsidR="00FD56E6">
      <w:rPr>
        <w:b/>
        <w:bCs/>
        <w:sz w:val="20"/>
        <w:szCs w:val="20"/>
      </w:rPr>
      <w:tab/>
    </w:r>
    <w:r w:rsidRPr="003A7FAF" w:rsidR="00FD56E6">
      <w:rPr>
        <w:sz w:val="20"/>
        <w:szCs w:val="20"/>
      </w:rPr>
      <w:fldChar w:fldCharType="begin"/>
    </w:r>
    <w:r w:rsidRPr="003A7FAF" w:rsidR="00FD56E6">
      <w:rPr>
        <w:sz w:val="20"/>
        <w:szCs w:val="20"/>
      </w:rPr>
      <w:instrText xml:space="preserve"> PAGE   \* MERGEFORMAT </w:instrText>
    </w:r>
    <w:r w:rsidRPr="003A7FAF" w:rsidR="00FD56E6">
      <w:rPr>
        <w:sz w:val="20"/>
        <w:szCs w:val="20"/>
      </w:rPr>
      <w:fldChar w:fldCharType="separate"/>
    </w:r>
    <w:r w:rsidRPr="003A7FAF" w:rsidR="00312F4B">
      <w:rPr>
        <w:noProof/>
        <w:sz w:val="20"/>
        <w:szCs w:val="20"/>
      </w:rPr>
      <w:t>1</w:t>
    </w:r>
    <w:r w:rsidRPr="003A7FAF" w:rsidR="00FD56E6">
      <w:rPr>
        <w:sz w:val="20"/>
        <w:szCs w:val="20"/>
      </w:rPr>
      <w:fldChar w:fldCharType="end"/>
    </w:r>
    <w:r w:rsidRPr="003A7FAF" w:rsidR="00FD56E6">
      <w:rPr>
        <w:sz w:val="20"/>
        <w:szCs w:val="20"/>
      </w:rPr>
      <w:t>/</w:t>
    </w:r>
    <w:r w:rsidRPr="003A7FAF" w:rsidR="00FD56E6">
      <w:rPr>
        <w:sz w:val="20"/>
        <w:szCs w:val="20"/>
      </w:rPr>
      <w:fldChar w:fldCharType="begin"/>
    </w:r>
    <w:r w:rsidRPr="003A7FAF" w:rsidR="00FD56E6">
      <w:rPr>
        <w:sz w:val="20"/>
        <w:szCs w:val="20"/>
      </w:rPr>
      <w:instrText xml:space="preserve"> NUMPAGES   \* MERGEFORMAT </w:instrText>
    </w:r>
    <w:r w:rsidRPr="003A7FAF" w:rsidR="00FD56E6">
      <w:rPr>
        <w:sz w:val="20"/>
        <w:szCs w:val="20"/>
      </w:rPr>
      <w:fldChar w:fldCharType="separate"/>
    </w:r>
    <w:r w:rsidRPr="003A7FAF" w:rsidR="00312F4B">
      <w:rPr>
        <w:noProof/>
        <w:sz w:val="20"/>
        <w:szCs w:val="20"/>
      </w:rPr>
      <w:t>1</w:t>
    </w:r>
    <w:r w:rsidRPr="003A7FAF" w:rsidR="00FD56E6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08080" w:themeColor="background1" w:themeShade="80"/>
      </w:rPr>
      <w:id w:val="-599265545"/>
      <w:docPartObj>
        <w:docPartGallery w:val="Page Numbers (Top of Page)"/>
        <w:docPartUnique/>
      </w:docPartObj>
    </w:sdtPr>
    <w:sdtEndPr>
      <w:rPr>
        <w:color w:val="808080" w:themeColor="background1" w:themeTint="FF" w:themeShade="80"/>
      </w:rPr>
    </w:sdtEndPr>
    <w:sdtContent>
      <w:p w:rsidRPr="003A0DFF" w:rsidR="00FD56E6" w:rsidP="003A0DFF" w:rsidRDefault="00FD56E6" w14:paraId="4AC0696C" w14:textId="77777777">
        <w:pPr>
          <w:pStyle w:val="Header"/>
          <w:jc w:val="right"/>
          <w:rPr>
            <w:color w:val="808080" w:themeColor="background1" w:themeShade="80"/>
          </w:rPr>
        </w:pPr>
        <w:r w:rsidRPr="003A0DFF">
          <w:rPr>
            <w:color w:val="808080" w:themeColor="background1" w:themeShade="80"/>
          </w:rPr>
          <w:t xml:space="preserve">Page | </w:t>
        </w:r>
        <w:r w:rsidRPr="003A0DFF">
          <w:rPr>
            <w:b/>
            <w:color w:val="808080" w:themeColor="background1" w:themeShade="80"/>
          </w:rPr>
          <w:fldChar w:fldCharType="begin"/>
        </w:r>
        <w:r w:rsidRPr="003A0DFF">
          <w:rPr>
            <w:b/>
            <w:color w:val="808080" w:themeColor="background1" w:themeShade="80"/>
          </w:rPr>
          <w:instrText xml:space="preserve"> PAGE   \* MERGEFORMAT </w:instrText>
        </w:r>
        <w:r w:rsidRPr="003A0DFF"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 w:rsidRPr="003A0DFF">
          <w:rPr>
            <w:b/>
            <w:color w:val="808080" w:themeColor="background1" w:themeShade="80"/>
          </w:rPr>
          <w:fldChar w:fldCharType="end"/>
        </w:r>
        <w:r>
          <w:rPr>
            <w:b/>
            <w:color w:val="808080" w:themeColor="background1" w:themeShade="80"/>
          </w:rPr>
          <w:t>/</w:t>
        </w:r>
        <w:r>
          <w:rPr>
            <w:b/>
            <w:color w:val="808080" w:themeColor="background1" w:themeShade="80"/>
          </w:rPr>
          <w:fldChar w:fldCharType="begin"/>
        </w:r>
        <w:r>
          <w:rPr>
            <w:b/>
            <w:color w:val="808080" w:themeColor="background1" w:themeShade="80"/>
          </w:rPr>
          <w:instrText xml:space="preserve"> NUMPAGES   \* MERGEFORMAT </w:instrText>
        </w:r>
        <w:r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>
          <w:rPr>
            <w:b/>
            <w:color w:val="808080" w:themeColor="background1" w:themeShade="8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46607" w:rsidP="004F624B" w:rsidRDefault="00346607" w14:paraId="64AE92A4" w14:textId="77777777">
      <w:pPr>
        <w:spacing w:after="0" w:line="240" w:lineRule="auto"/>
      </w:pPr>
      <w:r>
        <w:separator/>
      </w:r>
    </w:p>
  </w:footnote>
  <w:footnote w:type="continuationSeparator" w:id="0">
    <w:p w:rsidR="00346607" w:rsidP="004F624B" w:rsidRDefault="00346607" w14:paraId="67EE19CB" w14:textId="77777777">
      <w:pPr>
        <w:spacing w:after="0" w:line="240" w:lineRule="auto"/>
      </w:pPr>
      <w:r>
        <w:continuationSeparator/>
      </w:r>
    </w:p>
  </w:footnote>
  <w:footnote w:type="continuationNotice" w:id="1">
    <w:p w:rsidR="00346607" w:rsidRDefault="00346607" w14:paraId="7190E65E" w14:textId="77777777">
      <w:pPr>
        <w:spacing w:before="0" w:after="0" w:line="240" w:lineRule="auto"/>
      </w:pPr>
    </w:p>
  </w:footnote>
  <w:footnote w:id="2">
    <w:p w:rsidRPr="0096641A" w:rsidR="00570BF1" w:rsidRDefault="00570BF1" w14:paraId="4A626356" w14:textId="1545709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Not applicable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E3AC0" w:rsidR="00FD56E6" w:rsidP="0088145C" w:rsidRDefault="00F32FD3" w14:paraId="16CF2170" w14:textId="43EA7EE8">
    <w:pPr>
      <w:pStyle w:val="Header"/>
      <w:pBdr>
        <w:top w:val="none" w:color="auto" w:sz="0" w:space="0"/>
      </w:pBdr>
      <w:jc w:val="right"/>
    </w:pPr>
    <w:r w:rsidRPr="00E12AD8">
      <w:rPr>
        <w:noProof/>
        <w:lang w:val="pt-PT"/>
      </w:rPr>
      <w:drawing>
        <wp:inline distT="0" distB="0" distL="0" distR="0" wp14:anchorId="1613561D" wp14:editId="7EDB431D">
          <wp:extent cx="1852612" cy="275310"/>
          <wp:effectExtent l="0" t="0" r="0" b="0"/>
          <wp:docPr id="2052648669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648669" name="Picture 2" descr="A close 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9214" cy="28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7C8BE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5E41F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444D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B42C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BCFA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B96E37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49824D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9A2881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DE784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1E9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12B60BA7"/>
    <w:multiLevelType w:val="multilevel"/>
    <w:tmpl w:val="ED36B5BC"/>
    <w:numStyleLink w:val="ListBullets"/>
  </w:abstractNum>
  <w:abstractNum w:abstractNumId="11" w15:restartNumberingAfterBreak="0">
    <w:nsid w:val="23384B96"/>
    <w:multiLevelType w:val="hybridMultilevel"/>
    <w:tmpl w:val="000886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53B0818"/>
    <w:multiLevelType w:val="multilevel"/>
    <w:tmpl w:val="ED36B5BC"/>
    <w:numStyleLink w:val="ListBullets"/>
  </w:abstractNum>
  <w:abstractNum w:abstractNumId="13" w15:restartNumberingAfterBreak="0">
    <w:nsid w:val="35303360"/>
    <w:multiLevelType w:val="multilevel"/>
    <w:tmpl w:val="ED36B5BC"/>
    <w:numStyleLink w:val="ListBullets"/>
  </w:abstractNum>
  <w:abstractNum w:abstractNumId="14" w15:restartNumberingAfterBreak="0">
    <w:nsid w:val="3AB151A3"/>
    <w:multiLevelType w:val="hybridMultilevel"/>
    <w:tmpl w:val="572A5F00"/>
    <w:lvl w:ilvl="0" w:tplc="2D6CEDEE">
      <w:start w:val="1"/>
      <w:numFmt w:val="decimal"/>
      <w:pStyle w:val="titreTableau"/>
      <w:lvlText w:val="Table %1. 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83EB1"/>
    <w:multiLevelType w:val="hybridMultilevel"/>
    <w:tmpl w:val="034277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F86302F"/>
    <w:multiLevelType w:val="hybridMultilevel"/>
    <w:tmpl w:val="8D429A1A"/>
    <w:lvl w:ilvl="0" w:tplc="0409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 w15:restartNumberingAfterBreak="0">
    <w:nsid w:val="3FD932B0"/>
    <w:multiLevelType w:val="hybridMultilevel"/>
    <w:tmpl w:val="73DE76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8FB1565"/>
    <w:multiLevelType w:val="hybridMultilevel"/>
    <w:tmpl w:val="088067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286268E"/>
    <w:multiLevelType w:val="multilevel"/>
    <w:tmpl w:val="ED36B5BC"/>
    <w:styleLink w:val="ListBullets"/>
    <w:lvl w:ilvl="0">
      <w:start w:val="1"/>
      <w:numFmt w:val="bullet"/>
      <w:pStyle w:val="ListBullet"/>
      <w:lvlText w:val="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pStyle w:val="ListBullet2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2">
      <w:start w:val="1"/>
      <w:numFmt w:val="bullet"/>
      <w:pStyle w:val="ListBullet3"/>
      <w:lvlText w:val=""/>
      <w:lvlJc w:val="left"/>
      <w:pPr>
        <w:ind w:left="1080" w:hanging="360"/>
      </w:pPr>
      <w:rPr>
        <w:rFonts w:hint="default" w:ascii="Symbol" w:hAnsi="Symbol"/>
        <w:color w:val="auto"/>
      </w:rPr>
    </w:lvl>
    <w:lvl w:ilvl="3">
      <w:start w:val="1"/>
      <w:numFmt w:val="bullet"/>
      <w:pStyle w:val="ListBullet4"/>
      <w:lvlText w:val=""/>
      <w:lvlJc w:val="left"/>
      <w:pPr>
        <w:ind w:left="1440" w:hanging="360"/>
      </w:pPr>
      <w:rPr>
        <w:rFonts w:hint="default" w:ascii="Symbol" w:hAnsi="Symbol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66B010F"/>
    <w:multiLevelType w:val="multilevel"/>
    <w:tmpl w:val="ED36B5BC"/>
    <w:numStyleLink w:val="ListBullets"/>
  </w:abstractNum>
  <w:abstractNum w:abstractNumId="21" w15:restartNumberingAfterBreak="0">
    <w:nsid w:val="5B3B3E2A"/>
    <w:multiLevelType w:val="hybridMultilevel"/>
    <w:tmpl w:val="048A62DC"/>
    <w:lvl w:ilvl="0" w:tplc="AD563D3C">
      <w:start w:val="1"/>
      <w:numFmt w:val="bullet"/>
      <w:lvlText w:val=""/>
      <w:lvlJc w:val="left"/>
      <w:pPr>
        <w:ind w:left="2149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22" w15:restartNumberingAfterBreak="0">
    <w:nsid w:val="5C2410DD"/>
    <w:multiLevelType w:val="hybridMultilevel"/>
    <w:tmpl w:val="33F828B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CC91FE3"/>
    <w:multiLevelType w:val="multilevel"/>
    <w:tmpl w:val="ED36B5BC"/>
    <w:numStyleLink w:val="ListBullets"/>
  </w:abstractNum>
  <w:abstractNum w:abstractNumId="24" w15:restartNumberingAfterBreak="0">
    <w:nsid w:val="70541F2A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1B9170D"/>
    <w:multiLevelType w:val="hybridMultilevel"/>
    <w:tmpl w:val="F0047254"/>
    <w:lvl w:ilvl="0" w:tplc="54581BE8">
      <w:start w:val="1"/>
      <w:numFmt w:val="decimal"/>
      <w:pStyle w:val="titreFigure"/>
      <w:lvlText w:val="Figur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1100E1"/>
    <w:multiLevelType w:val="hybridMultilevel"/>
    <w:tmpl w:val="4E30ED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35E4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53161713">
    <w:abstractNumId w:val="24"/>
  </w:num>
  <w:num w:numId="2" w16cid:durableId="1779912788">
    <w:abstractNumId w:val="8"/>
  </w:num>
  <w:num w:numId="3" w16cid:durableId="1501697967">
    <w:abstractNumId w:val="3"/>
  </w:num>
  <w:num w:numId="4" w16cid:durableId="907419340">
    <w:abstractNumId w:val="2"/>
  </w:num>
  <w:num w:numId="5" w16cid:durableId="1533418230">
    <w:abstractNumId w:val="1"/>
  </w:num>
  <w:num w:numId="6" w16cid:durableId="46029259">
    <w:abstractNumId w:val="0"/>
  </w:num>
  <w:num w:numId="7" w16cid:durableId="1842700840">
    <w:abstractNumId w:val="9"/>
  </w:num>
  <w:num w:numId="8" w16cid:durableId="1257978293">
    <w:abstractNumId w:val="7"/>
  </w:num>
  <w:num w:numId="9" w16cid:durableId="1326782079">
    <w:abstractNumId w:val="6"/>
  </w:num>
  <w:num w:numId="10" w16cid:durableId="1100758374">
    <w:abstractNumId w:val="5"/>
  </w:num>
  <w:num w:numId="11" w16cid:durableId="1205798805">
    <w:abstractNumId w:val="4"/>
  </w:num>
  <w:num w:numId="12" w16cid:durableId="1524901492">
    <w:abstractNumId w:val="14"/>
  </w:num>
  <w:num w:numId="13" w16cid:durableId="984432587">
    <w:abstractNumId w:val="25"/>
  </w:num>
  <w:num w:numId="14" w16cid:durableId="236597576">
    <w:abstractNumId w:val="16"/>
  </w:num>
  <w:num w:numId="15" w16cid:durableId="1257905473">
    <w:abstractNumId w:val="21"/>
  </w:num>
  <w:num w:numId="16" w16cid:durableId="10350107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5771347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49942050">
    <w:abstractNumId w:val="15"/>
  </w:num>
  <w:num w:numId="19" w16cid:durableId="823542979">
    <w:abstractNumId w:val="17"/>
  </w:num>
  <w:num w:numId="20" w16cid:durableId="1973052012">
    <w:abstractNumId w:val="11"/>
  </w:num>
  <w:num w:numId="21" w16cid:durableId="534275824">
    <w:abstractNumId w:val="22"/>
  </w:num>
  <w:num w:numId="22" w16cid:durableId="1896087733">
    <w:abstractNumId w:val="18"/>
  </w:num>
  <w:num w:numId="23" w16cid:durableId="912742230">
    <w:abstractNumId w:val="27"/>
  </w:num>
  <w:num w:numId="24" w16cid:durableId="1775244236">
    <w:abstractNumId w:val="19"/>
  </w:num>
  <w:num w:numId="25" w16cid:durableId="832143221">
    <w:abstractNumId w:val="23"/>
  </w:num>
  <w:num w:numId="26" w16cid:durableId="1559171406">
    <w:abstractNumId w:val="20"/>
  </w:num>
  <w:num w:numId="27" w16cid:durableId="1638336102">
    <w:abstractNumId w:val="10"/>
  </w:num>
  <w:num w:numId="28" w16cid:durableId="1870024917">
    <w:abstractNumId w:val="12"/>
  </w:num>
  <w:num w:numId="29" w16cid:durableId="1135872358">
    <w:abstractNumId w:val="13"/>
  </w:num>
  <w:num w:numId="30" w16cid:durableId="941302259">
    <w:abstractNumId w:val="2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14"/>
    <w:rsid w:val="00000CD2"/>
    <w:rsid w:val="000017DA"/>
    <w:rsid w:val="00017CB6"/>
    <w:rsid w:val="000226F8"/>
    <w:rsid w:val="000246D7"/>
    <w:rsid w:val="000253E0"/>
    <w:rsid w:val="000331B7"/>
    <w:rsid w:val="000344F9"/>
    <w:rsid w:val="000348D3"/>
    <w:rsid w:val="00044FDA"/>
    <w:rsid w:val="00046C1B"/>
    <w:rsid w:val="0005012B"/>
    <w:rsid w:val="00052BDB"/>
    <w:rsid w:val="00052E5A"/>
    <w:rsid w:val="00055C30"/>
    <w:rsid w:val="00062338"/>
    <w:rsid w:val="000705F7"/>
    <w:rsid w:val="000719DE"/>
    <w:rsid w:val="0007409B"/>
    <w:rsid w:val="0007412A"/>
    <w:rsid w:val="00085230"/>
    <w:rsid w:val="00086204"/>
    <w:rsid w:val="00086A3A"/>
    <w:rsid w:val="00095F2F"/>
    <w:rsid w:val="000A0B1C"/>
    <w:rsid w:val="000A6B6F"/>
    <w:rsid w:val="000B4985"/>
    <w:rsid w:val="000B4F64"/>
    <w:rsid w:val="000C1688"/>
    <w:rsid w:val="000C3BBF"/>
    <w:rsid w:val="000C40BD"/>
    <w:rsid w:val="000C6628"/>
    <w:rsid w:val="000D2AA1"/>
    <w:rsid w:val="000E2B02"/>
    <w:rsid w:val="000E37D7"/>
    <w:rsid w:val="000E7CA9"/>
    <w:rsid w:val="000F41B8"/>
    <w:rsid w:val="00107A58"/>
    <w:rsid w:val="00110C3A"/>
    <w:rsid w:val="00111400"/>
    <w:rsid w:val="00112E60"/>
    <w:rsid w:val="00114AAC"/>
    <w:rsid w:val="00115FBD"/>
    <w:rsid w:val="00117681"/>
    <w:rsid w:val="00132E82"/>
    <w:rsid w:val="00133309"/>
    <w:rsid w:val="00136358"/>
    <w:rsid w:val="00136C60"/>
    <w:rsid w:val="00143183"/>
    <w:rsid w:val="00143B28"/>
    <w:rsid w:val="001469C5"/>
    <w:rsid w:val="00150481"/>
    <w:rsid w:val="00151F88"/>
    <w:rsid w:val="00156464"/>
    <w:rsid w:val="001578E6"/>
    <w:rsid w:val="00157B65"/>
    <w:rsid w:val="00166D7D"/>
    <w:rsid w:val="00170306"/>
    <w:rsid w:val="00172583"/>
    <w:rsid w:val="00172B6E"/>
    <w:rsid w:val="00174202"/>
    <w:rsid w:val="00175EA8"/>
    <w:rsid w:val="00182995"/>
    <w:rsid w:val="00185F8A"/>
    <w:rsid w:val="001872D5"/>
    <w:rsid w:val="00190F3D"/>
    <w:rsid w:val="0019257C"/>
    <w:rsid w:val="001950AF"/>
    <w:rsid w:val="001A03E0"/>
    <w:rsid w:val="001A6E0B"/>
    <w:rsid w:val="001B1CB7"/>
    <w:rsid w:val="001B2F8E"/>
    <w:rsid w:val="001B6527"/>
    <w:rsid w:val="001D0043"/>
    <w:rsid w:val="001D14F0"/>
    <w:rsid w:val="001D1E06"/>
    <w:rsid w:val="001D2108"/>
    <w:rsid w:val="001D3745"/>
    <w:rsid w:val="001E029B"/>
    <w:rsid w:val="00200254"/>
    <w:rsid w:val="0020097D"/>
    <w:rsid w:val="002066E6"/>
    <w:rsid w:val="002071A3"/>
    <w:rsid w:val="00215318"/>
    <w:rsid w:val="00216E8D"/>
    <w:rsid w:val="00216FF6"/>
    <w:rsid w:val="00227E28"/>
    <w:rsid w:val="00231181"/>
    <w:rsid w:val="002317C6"/>
    <w:rsid w:val="002345B2"/>
    <w:rsid w:val="00236CB2"/>
    <w:rsid w:val="0024296E"/>
    <w:rsid w:val="00244714"/>
    <w:rsid w:val="002520C4"/>
    <w:rsid w:val="00253042"/>
    <w:rsid w:val="002550C6"/>
    <w:rsid w:val="00264191"/>
    <w:rsid w:val="00264C0B"/>
    <w:rsid w:val="0027548B"/>
    <w:rsid w:val="00280D3F"/>
    <w:rsid w:val="0028604D"/>
    <w:rsid w:val="00290CF0"/>
    <w:rsid w:val="002A2461"/>
    <w:rsid w:val="002A6296"/>
    <w:rsid w:val="002B0BD3"/>
    <w:rsid w:val="002B3FF8"/>
    <w:rsid w:val="002B6D91"/>
    <w:rsid w:val="002C0B7A"/>
    <w:rsid w:val="002C644D"/>
    <w:rsid w:val="002D1345"/>
    <w:rsid w:val="002D18B3"/>
    <w:rsid w:val="002D2961"/>
    <w:rsid w:val="002D5BD9"/>
    <w:rsid w:val="002E19DC"/>
    <w:rsid w:val="002E4E54"/>
    <w:rsid w:val="002E5507"/>
    <w:rsid w:val="002F7971"/>
    <w:rsid w:val="003000BA"/>
    <w:rsid w:val="00302259"/>
    <w:rsid w:val="0030659D"/>
    <w:rsid w:val="003110AA"/>
    <w:rsid w:val="00311DD6"/>
    <w:rsid w:val="00312F4B"/>
    <w:rsid w:val="0031351F"/>
    <w:rsid w:val="003147F0"/>
    <w:rsid w:val="003165F7"/>
    <w:rsid w:val="00320007"/>
    <w:rsid w:val="00323C7F"/>
    <w:rsid w:val="00326028"/>
    <w:rsid w:val="00331BA4"/>
    <w:rsid w:val="00332DEB"/>
    <w:rsid w:val="00333663"/>
    <w:rsid w:val="003421DF"/>
    <w:rsid w:val="00345AE0"/>
    <w:rsid w:val="003463DA"/>
    <w:rsid w:val="00346607"/>
    <w:rsid w:val="00346AD2"/>
    <w:rsid w:val="00350662"/>
    <w:rsid w:val="00352133"/>
    <w:rsid w:val="0035320C"/>
    <w:rsid w:val="00354BEC"/>
    <w:rsid w:val="00356894"/>
    <w:rsid w:val="003760AE"/>
    <w:rsid w:val="00381FA3"/>
    <w:rsid w:val="003826CC"/>
    <w:rsid w:val="00384CAA"/>
    <w:rsid w:val="00390AD6"/>
    <w:rsid w:val="00391BBE"/>
    <w:rsid w:val="003933ED"/>
    <w:rsid w:val="00394138"/>
    <w:rsid w:val="00394314"/>
    <w:rsid w:val="00394A2A"/>
    <w:rsid w:val="00396223"/>
    <w:rsid w:val="00397C34"/>
    <w:rsid w:val="003A0DFF"/>
    <w:rsid w:val="003A2A3A"/>
    <w:rsid w:val="003A7FAF"/>
    <w:rsid w:val="003B1D0F"/>
    <w:rsid w:val="003B7643"/>
    <w:rsid w:val="003B76C5"/>
    <w:rsid w:val="003C2D66"/>
    <w:rsid w:val="003C4483"/>
    <w:rsid w:val="003D0076"/>
    <w:rsid w:val="003D0276"/>
    <w:rsid w:val="003D129F"/>
    <w:rsid w:val="003D4DA3"/>
    <w:rsid w:val="003D6D55"/>
    <w:rsid w:val="003D78FC"/>
    <w:rsid w:val="003D7FA5"/>
    <w:rsid w:val="003E2478"/>
    <w:rsid w:val="003E40B8"/>
    <w:rsid w:val="003E5652"/>
    <w:rsid w:val="003E7E19"/>
    <w:rsid w:val="003F1E0D"/>
    <w:rsid w:val="003F2BE1"/>
    <w:rsid w:val="003F5AA7"/>
    <w:rsid w:val="003F7FFE"/>
    <w:rsid w:val="00402507"/>
    <w:rsid w:val="00402A11"/>
    <w:rsid w:val="00404274"/>
    <w:rsid w:val="00406509"/>
    <w:rsid w:val="00407750"/>
    <w:rsid w:val="0040788A"/>
    <w:rsid w:val="004104CB"/>
    <w:rsid w:val="004133FF"/>
    <w:rsid w:val="00414206"/>
    <w:rsid w:val="0042183E"/>
    <w:rsid w:val="004221EE"/>
    <w:rsid w:val="00427E9A"/>
    <w:rsid w:val="00430AD2"/>
    <w:rsid w:val="00437F01"/>
    <w:rsid w:val="004411E6"/>
    <w:rsid w:val="00441B42"/>
    <w:rsid w:val="00443A0F"/>
    <w:rsid w:val="00444D37"/>
    <w:rsid w:val="00447507"/>
    <w:rsid w:val="00453ACA"/>
    <w:rsid w:val="00454896"/>
    <w:rsid w:val="0045660F"/>
    <w:rsid w:val="00462890"/>
    <w:rsid w:val="00464DFB"/>
    <w:rsid w:val="0047073C"/>
    <w:rsid w:val="004721FA"/>
    <w:rsid w:val="0047353F"/>
    <w:rsid w:val="00474DC3"/>
    <w:rsid w:val="0047656F"/>
    <w:rsid w:val="00476A1F"/>
    <w:rsid w:val="00477591"/>
    <w:rsid w:val="004777D3"/>
    <w:rsid w:val="00477A32"/>
    <w:rsid w:val="00490BAD"/>
    <w:rsid w:val="004927CF"/>
    <w:rsid w:val="004A08B5"/>
    <w:rsid w:val="004A1871"/>
    <w:rsid w:val="004A4EF7"/>
    <w:rsid w:val="004B331F"/>
    <w:rsid w:val="004B343A"/>
    <w:rsid w:val="004B4A0A"/>
    <w:rsid w:val="004B5044"/>
    <w:rsid w:val="004B78D1"/>
    <w:rsid w:val="004B7C67"/>
    <w:rsid w:val="004C4BB7"/>
    <w:rsid w:val="004C4DDB"/>
    <w:rsid w:val="004C4F67"/>
    <w:rsid w:val="004C6218"/>
    <w:rsid w:val="004D7BD6"/>
    <w:rsid w:val="004E1AAE"/>
    <w:rsid w:val="004F4B65"/>
    <w:rsid w:val="004F624B"/>
    <w:rsid w:val="004F6283"/>
    <w:rsid w:val="00501AC4"/>
    <w:rsid w:val="00504460"/>
    <w:rsid w:val="00507CBE"/>
    <w:rsid w:val="00512DAF"/>
    <w:rsid w:val="00515A4D"/>
    <w:rsid w:val="00515EF9"/>
    <w:rsid w:val="00521F84"/>
    <w:rsid w:val="005308D4"/>
    <w:rsid w:val="00535958"/>
    <w:rsid w:val="00536F96"/>
    <w:rsid w:val="00540894"/>
    <w:rsid w:val="00540E38"/>
    <w:rsid w:val="005504B2"/>
    <w:rsid w:val="005522B9"/>
    <w:rsid w:val="0055584C"/>
    <w:rsid w:val="00556613"/>
    <w:rsid w:val="00556FDA"/>
    <w:rsid w:val="00563B32"/>
    <w:rsid w:val="00564D83"/>
    <w:rsid w:val="00564E4D"/>
    <w:rsid w:val="00567655"/>
    <w:rsid w:val="00570BF1"/>
    <w:rsid w:val="0057270B"/>
    <w:rsid w:val="00574C98"/>
    <w:rsid w:val="0057507D"/>
    <w:rsid w:val="00576C91"/>
    <w:rsid w:val="00582463"/>
    <w:rsid w:val="00582F41"/>
    <w:rsid w:val="00584AB6"/>
    <w:rsid w:val="00593844"/>
    <w:rsid w:val="005940F2"/>
    <w:rsid w:val="00594D08"/>
    <w:rsid w:val="005954D9"/>
    <w:rsid w:val="005A1E9C"/>
    <w:rsid w:val="005A535E"/>
    <w:rsid w:val="005A6E56"/>
    <w:rsid w:val="005B27F5"/>
    <w:rsid w:val="005B3308"/>
    <w:rsid w:val="005B3C04"/>
    <w:rsid w:val="005B518A"/>
    <w:rsid w:val="005B549F"/>
    <w:rsid w:val="005B733B"/>
    <w:rsid w:val="005C4330"/>
    <w:rsid w:val="005C6EBD"/>
    <w:rsid w:val="005D4D0C"/>
    <w:rsid w:val="005D4E2B"/>
    <w:rsid w:val="005D585C"/>
    <w:rsid w:val="005E5FCB"/>
    <w:rsid w:val="005E798A"/>
    <w:rsid w:val="005F1CE5"/>
    <w:rsid w:val="005F4C69"/>
    <w:rsid w:val="005F4F59"/>
    <w:rsid w:val="005F5A89"/>
    <w:rsid w:val="005F61B5"/>
    <w:rsid w:val="005F78F1"/>
    <w:rsid w:val="005F7AA2"/>
    <w:rsid w:val="006104BD"/>
    <w:rsid w:val="006170DE"/>
    <w:rsid w:val="00620767"/>
    <w:rsid w:val="0062370B"/>
    <w:rsid w:val="00627DD4"/>
    <w:rsid w:val="00631B76"/>
    <w:rsid w:val="006349C5"/>
    <w:rsid w:val="0063528F"/>
    <w:rsid w:val="006363CA"/>
    <w:rsid w:val="00637F5D"/>
    <w:rsid w:val="00642ABD"/>
    <w:rsid w:val="006431D1"/>
    <w:rsid w:val="006436E1"/>
    <w:rsid w:val="00645E15"/>
    <w:rsid w:val="00651AC2"/>
    <w:rsid w:val="00652CF7"/>
    <w:rsid w:val="006557B8"/>
    <w:rsid w:val="006606AD"/>
    <w:rsid w:val="00665990"/>
    <w:rsid w:val="00665AE7"/>
    <w:rsid w:val="00666046"/>
    <w:rsid w:val="00667D02"/>
    <w:rsid w:val="0067183E"/>
    <w:rsid w:val="00673406"/>
    <w:rsid w:val="00673F8C"/>
    <w:rsid w:val="00675F9F"/>
    <w:rsid w:val="00683768"/>
    <w:rsid w:val="00683F8C"/>
    <w:rsid w:val="00686457"/>
    <w:rsid w:val="00690479"/>
    <w:rsid w:val="0069556F"/>
    <w:rsid w:val="006A4C9A"/>
    <w:rsid w:val="006A713F"/>
    <w:rsid w:val="006B164D"/>
    <w:rsid w:val="006B78E2"/>
    <w:rsid w:val="006C102A"/>
    <w:rsid w:val="006C24A0"/>
    <w:rsid w:val="006C5D49"/>
    <w:rsid w:val="006C5F9D"/>
    <w:rsid w:val="006D1FC7"/>
    <w:rsid w:val="006E157D"/>
    <w:rsid w:val="006E1BA5"/>
    <w:rsid w:val="006F0E46"/>
    <w:rsid w:val="006F47F5"/>
    <w:rsid w:val="006F5783"/>
    <w:rsid w:val="006F5E8F"/>
    <w:rsid w:val="006F681F"/>
    <w:rsid w:val="00700B53"/>
    <w:rsid w:val="0070292C"/>
    <w:rsid w:val="0071298C"/>
    <w:rsid w:val="00713404"/>
    <w:rsid w:val="007157B6"/>
    <w:rsid w:val="00724D30"/>
    <w:rsid w:val="0072712E"/>
    <w:rsid w:val="007305A5"/>
    <w:rsid w:val="007334C2"/>
    <w:rsid w:val="007337FA"/>
    <w:rsid w:val="007364B5"/>
    <w:rsid w:val="007456F3"/>
    <w:rsid w:val="0074595C"/>
    <w:rsid w:val="00746ADA"/>
    <w:rsid w:val="0075002E"/>
    <w:rsid w:val="007508AB"/>
    <w:rsid w:val="007513A8"/>
    <w:rsid w:val="00753A17"/>
    <w:rsid w:val="007566C4"/>
    <w:rsid w:val="00757610"/>
    <w:rsid w:val="00766BBD"/>
    <w:rsid w:val="007728CB"/>
    <w:rsid w:val="00773665"/>
    <w:rsid w:val="00773DB7"/>
    <w:rsid w:val="007811D3"/>
    <w:rsid w:val="00783689"/>
    <w:rsid w:val="0078719A"/>
    <w:rsid w:val="007872D3"/>
    <w:rsid w:val="00796BF1"/>
    <w:rsid w:val="007A0398"/>
    <w:rsid w:val="007A334F"/>
    <w:rsid w:val="007A4A27"/>
    <w:rsid w:val="007D0FA3"/>
    <w:rsid w:val="007D4403"/>
    <w:rsid w:val="007E3AC0"/>
    <w:rsid w:val="007E434F"/>
    <w:rsid w:val="007E6C9B"/>
    <w:rsid w:val="007F0EF0"/>
    <w:rsid w:val="007F1733"/>
    <w:rsid w:val="007F34BE"/>
    <w:rsid w:val="007F43C5"/>
    <w:rsid w:val="00804E16"/>
    <w:rsid w:val="0080551D"/>
    <w:rsid w:val="00807B60"/>
    <w:rsid w:val="00811768"/>
    <w:rsid w:val="0081231A"/>
    <w:rsid w:val="00815D4F"/>
    <w:rsid w:val="0081611C"/>
    <w:rsid w:val="008206D2"/>
    <w:rsid w:val="0082207C"/>
    <w:rsid w:val="00827D78"/>
    <w:rsid w:val="0083097E"/>
    <w:rsid w:val="008310BA"/>
    <w:rsid w:val="00835004"/>
    <w:rsid w:val="0084116A"/>
    <w:rsid w:val="00842745"/>
    <w:rsid w:val="00844365"/>
    <w:rsid w:val="008507E4"/>
    <w:rsid w:val="008561D6"/>
    <w:rsid w:val="00861135"/>
    <w:rsid w:val="00861B2B"/>
    <w:rsid w:val="00871822"/>
    <w:rsid w:val="0087503D"/>
    <w:rsid w:val="00877EFD"/>
    <w:rsid w:val="0088145C"/>
    <w:rsid w:val="00883654"/>
    <w:rsid w:val="00883E0A"/>
    <w:rsid w:val="008951F5"/>
    <w:rsid w:val="008A4B48"/>
    <w:rsid w:val="008A5A7A"/>
    <w:rsid w:val="008A6FD0"/>
    <w:rsid w:val="008B531B"/>
    <w:rsid w:val="008C03BE"/>
    <w:rsid w:val="008C0623"/>
    <w:rsid w:val="008C4C66"/>
    <w:rsid w:val="008C5AC6"/>
    <w:rsid w:val="008C5DAB"/>
    <w:rsid w:val="008D4C95"/>
    <w:rsid w:val="008D634F"/>
    <w:rsid w:val="008E6D6D"/>
    <w:rsid w:val="008F1A6C"/>
    <w:rsid w:val="008F1FEE"/>
    <w:rsid w:val="008F221E"/>
    <w:rsid w:val="008F477D"/>
    <w:rsid w:val="008F5561"/>
    <w:rsid w:val="008F72EC"/>
    <w:rsid w:val="00900063"/>
    <w:rsid w:val="00900373"/>
    <w:rsid w:val="00903D3C"/>
    <w:rsid w:val="009104AB"/>
    <w:rsid w:val="009119D2"/>
    <w:rsid w:val="00912791"/>
    <w:rsid w:val="00921965"/>
    <w:rsid w:val="00922351"/>
    <w:rsid w:val="009226FE"/>
    <w:rsid w:val="0093012C"/>
    <w:rsid w:val="00931310"/>
    <w:rsid w:val="00934C4A"/>
    <w:rsid w:val="009364E4"/>
    <w:rsid w:val="009431AE"/>
    <w:rsid w:val="00944648"/>
    <w:rsid w:val="00945453"/>
    <w:rsid w:val="00960A16"/>
    <w:rsid w:val="00963E79"/>
    <w:rsid w:val="009644EC"/>
    <w:rsid w:val="0096641A"/>
    <w:rsid w:val="009704A7"/>
    <w:rsid w:val="00972E71"/>
    <w:rsid w:val="0097523F"/>
    <w:rsid w:val="00975624"/>
    <w:rsid w:val="00975E58"/>
    <w:rsid w:val="009834D8"/>
    <w:rsid w:val="00983B24"/>
    <w:rsid w:val="00984913"/>
    <w:rsid w:val="00985404"/>
    <w:rsid w:val="00986C23"/>
    <w:rsid w:val="00990CA1"/>
    <w:rsid w:val="00991593"/>
    <w:rsid w:val="00994834"/>
    <w:rsid w:val="009A2AA8"/>
    <w:rsid w:val="009A695F"/>
    <w:rsid w:val="009A6F96"/>
    <w:rsid w:val="009B2D7A"/>
    <w:rsid w:val="009B7504"/>
    <w:rsid w:val="009C07E8"/>
    <w:rsid w:val="009C2917"/>
    <w:rsid w:val="009C43F1"/>
    <w:rsid w:val="009C452E"/>
    <w:rsid w:val="009D0FE7"/>
    <w:rsid w:val="009D3487"/>
    <w:rsid w:val="009D4C75"/>
    <w:rsid w:val="009E11F5"/>
    <w:rsid w:val="009E4A1D"/>
    <w:rsid w:val="009F3186"/>
    <w:rsid w:val="009F7513"/>
    <w:rsid w:val="009F7B9F"/>
    <w:rsid w:val="009F7EAC"/>
    <w:rsid w:val="00A21981"/>
    <w:rsid w:val="00A25210"/>
    <w:rsid w:val="00A25C27"/>
    <w:rsid w:val="00A27F45"/>
    <w:rsid w:val="00A32BF3"/>
    <w:rsid w:val="00A35DFC"/>
    <w:rsid w:val="00A371A8"/>
    <w:rsid w:val="00A37485"/>
    <w:rsid w:val="00A4681A"/>
    <w:rsid w:val="00A4794A"/>
    <w:rsid w:val="00A53461"/>
    <w:rsid w:val="00A54663"/>
    <w:rsid w:val="00A5593B"/>
    <w:rsid w:val="00A6534D"/>
    <w:rsid w:val="00A65713"/>
    <w:rsid w:val="00A66207"/>
    <w:rsid w:val="00A663D4"/>
    <w:rsid w:val="00A72CFF"/>
    <w:rsid w:val="00A8317F"/>
    <w:rsid w:val="00A94821"/>
    <w:rsid w:val="00AA0791"/>
    <w:rsid w:val="00AA1DE0"/>
    <w:rsid w:val="00AA39DC"/>
    <w:rsid w:val="00AA4401"/>
    <w:rsid w:val="00AA4832"/>
    <w:rsid w:val="00AA4CBB"/>
    <w:rsid w:val="00AB0697"/>
    <w:rsid w:val="00AB53AC"/>
    <w:rsid w:val="00AB616E"/>
    <w:rsid w:val="00AB74C6"/>
    <w:rsid w:val="00AB74CA"/>
    <w:rsid w:val="00AC1AAD"/>
    <w:rsid w:val="00AC4D28"/>
    <w:rsid w:val="00AC64BD"/>
    <w:rsid w:val="00AD46D4"/>
    <w:rsid w:val="00AD656D"/>
    <w:rsid w:val="00AE6741"/>
    <w:rsid w:val="00AF042B"/>
    <w:rsid w:val="00AF10B7"/>
    <w:rsid w:val="00AF2C4F"/>
    <w:rsid w:val="00AF2E0E"/>
    <w:rsid w:val="00AF3673"/>
    <w:rsid w:val="00AF3ECF"/>
    <w:rsid w:val="00AF409F"/>
    <w:rsid w:val="00B11BCC"/>
    <w:rsid w:val="00B21230"/>
    <w:rsid w:val="00B2445F"/>
    <w:rsid w:val="00B25669"/>
    <w:rsid w:val="00B26813"/>
    <w:rsid w:val="00B31995"/>
    <w:rsid w:val="00B35DE6"/>
    <w:rsid w:val="00B4662E"/>
    <w:rsid w:val="00B5433C"/>
    <w:rsid w:val="00B543C2"/>
    <w:rsid w:val="00B54F06"/>
    <w:rsid w:val="00B55DD8"/>
    <w:rsid w:val="00B569F6"/>
    <w:rsid w:val="00B578CD"/>
    <w:rsid w:val="00B6057E"/>
    <w:rsid w:val="00B65DD9"/>
    <w:rsid w:val="00B677E8"/>
    <w:rsid w:val="00B749BF"/>
    <w:rsid w:val="00B760A6"/>
    <w:rsid w:val="00B81992"/>
    <w:rsid w:val="00B82692"/>
    <w:rsid w:val="00B83293"/>
    <w:rsid w:val="00B8433B"/>
    <w:rsid w:val="00B92589"/>
    <w:rsid w:val="00BA0FF4"/>
    <w:rsid w:val="00BA697B"/>
    <w:rsid w:val="00BB1DF3"/>
    <w:rsid w:val="00BB5757"/>
    <w:rsid w:val="00BC63F7"/>
    <w:rsid w:val="00BD040D"/>
    <w:rsid w:val="00BD3768"/>
    <w:rsid w:val="00BD6777"/>
    <w:rsid w:val="00BD68CA"/>
    <w:rsid w:val="00BE0F1B"/>
    <w:rsid w:val="00BE7D83"/>
    <w:rsid w:val="00BF12A3"/>
    <w:rsid w:val="00BF47A6"/>
    <w:rsid w:val="00BF62E4"/>
    <w:rsid w:val="00C0321C"/>
    <w:rsid w:val="00C04B34"/>
    <w:rsid w:val="00C0657A"/>
    <w:rsid w:val="00C06A2D"/>
    <w:rsid w:val="00C125CD"/>
    <w:rsid w:val="00C13590"/>
    <w:rsid w:val="00C13E1A"/>
    <w:rsid w:val="00C154E0"/>
    <w:rsid w:val="00C1770C"/>
    <w:rsid w:val="00C23D6A"/>
    <w:rsid w:val="00C27D86"/>
    <w:rsid w:val="00C305D5"/>
    <w:rsid w:val="00C320D1"/>
    <w:rsid w:val="00C32DF1"/>
    <w:rsid w:val="00C33CAF"/>
    <w:rsid w:val="00C353E1"/>
    <w:rsid w:val="00C37D9D"/>
    <w:rsid w:val="00C52454"/>
    <w:rsid w:val="00C570CF"/>
    <w:rsid w:val="00C6049A"/>
    <w:rsid w:val="00C635C8"/>
    <w:rsid w:val="00C714EC"/>
    <w:rsid w:val="00C77315"/>
    <w:rsid w:val="00C82327"/>
    <w:rsid w:val="00C82626"/>
    <w:rsid w:val="00C86677"/>
    <w:rsid w:val="00C92A85"/>
    <w:rsid w:val="00C92D0F"/>
    <w:rsid w:val="00C957BE"/>
    <w:rsid w:val="00CA64F8"/>
    <w:rsid w:val="00CB1F26"/>
    <w:rsid w:val="00CB53FE"/>
    <w:rsid w:val="00CB6B4A"/>
    <w:rsid w:val="00CD1319"/>
    <w:rsid w:val="00CD1E8E"/>
    <w:rsid w:val="00CD36B4"/>
    <w:rsid w:val="00CD3B8F"/>
    <w:rsid w:val="00CE02E6"/>
    <w:rsid w:val="00CE2DCC"/>
    <w:rsid w:val="00CE6793"/>
    <w:rsid w:val="00CE751F"/>
    <w:rsid w:val="00CF1AE1"/>
    <w:rsid w:val="00CF1D09"/>
    <w:rsid w:val="00CF5F5C"/>
    <w:rsid w:val="00D014C3"/>
    <w:rsid w:val="00D0208E"/>
    <w:rsid w:val="00D0710F"/>
    <w:rsid w:val="00D1348B"/>
    <w:rsid w:val="00D15914"/>
    <w:rsid w:val="00D1710A"/>
    <w:rsid w:val="00D21250"/>
    <w:rsid w:val="00D233F8"/>
    <w:rsid w:val="00D2454A"/>
    <w:rsid w:val="00D30B22"/>
    <w:rsid w:val="00D32041"/>
    <w:rsid w:val="00D37281"/>
    <w:rsid w:val="00D37F85"/>
    <w:rsid w:val="00D422AA"/>
    <w:rsid w:val="00D429F1"/>
    <w:rsid w:val="00D43482"/>
    <w:rsid w:val="00D43AC7"/>
    <w:rsid w:val="00D45D34"/>
    <w:rsid w:val="00D45EEF"/>
    <w:rsid w:val="00D460FC"/>
    <w:rsid w:val="00D4686E"/>
    <w:rsid w:val="00D47B58"/>
    <w:rsid w:val="00D548BC"/>
    <w:rsid w:val="00D54AD5"/>
    <w:rsid w:val="00D55CA2"/>
    <w:rsid w:val="00D60155"/>
    <w:rsid w:val="00D63094"/>
    <w:rsid w:val="00D643C3"/>
    <w:rsid w:val="00D65910"/>
    <w:rsid w:val="00D67F6C"/>
    <w:rsid w:val="00D71FE4"/>
    <w:rsid w:val="00D723B5"/>
    <w:rsid w:val="00D72D03"/>
    <w:rsid w:val="00D730CB"/>
    <w:rsid w:val="00D97606"/>
    <w:rsid w:val="00DB1B80"/>
    <w:rsid w:val="00DB290A"/>
    <w:rsid w:val="00DB2D53"/>
    <w:rsid w:val="00DC0747"/>
    <w:rsid w:val="00DC1B37"/>
    <w:rsid w:val="00DC67EB"/>
    <w:rsid w:val="00DC7E10"/>
    <w:rsid w:val="00DD1F14"/>
    <w:rsid w:val="00DD382C"/>
    <w:rsid w:val="00DD6721"/>
    <w:rsid w:val="00DE581F"/>
    <w:rsid w:val="00DE7B0F"/>
    <w:rsid w:val="00DF0A58"/>
    <w:rsid w:val="00DF3910"/>
    <w:rsid w:val="00DF6766"/>
    <w:rsid w:val="00DF6EBB"/>
    <w:rsid w:val="00E16653"/>
    <w:rsid w:val="00E231A1"/>
    <w:rsid w:val="00E260DA"/>
    <w:rsid w:val="00E30F31"/>
    <w:rsid w:val="00E32355"/>
    <w:rsid w:val="00E36CC4"/>
    <w:rsid w:val="00E51332"/>
    <w:rsid w:val="00E52451"/>
    <w:rsid w:val="00E535D2"/>
    <w:rsid w:val="00E57F1F"/>
    <w:rsid w:val="00E61AD8"/>
    <w:rsid w:val="00E61BBB"/>
    <w:rsid w:val="00E666DE"/>
    <w:rsid w:val="00E671C6"/>
    <w:rsid w:val="00E768F6"/>
    <w:rsid w:val="00E8276D"/>
    <w:rsid w:val="00E84EF6"/>
    <w:rsid w:val="00E907E6"/>
    <w:rsid w:val="00E93CDF"/>
    <w:rsid w:val="00E976C1"/>
    <w:rsid w:val="00E97F40"/>
    <w:rsid w:val="00EA0B58"/>
    <w:rsid w:val="00EC4789"/>
    <w:rsid w:val="00ED0D2E"/>
    <w:rsid w:val="00ED19E3"/>
    <w:rsid w:val="00ED3A97"/>
    <w:rsid w:val="00ED75DB"/>
    <w:rsid w:val="00EE286A"/>
    <w:rsid w:val="00EE3E28"/>
    <w:rsid w:val="00EF0025"/>
    <w:rsid w:val="00EF0CEA"/>
    <w:rsid w:val="00EF0EB0"/>
    <w:rsid w:val="00EF6450"/>
    <w:rsid w:val="00EF74B2"/>
    <w:rsid w:val="00F0175F"/>
    <w:rsid w:val="00F01766"/>
    <w:rsid w:val="00F07A18"/>
    <w:rsid w:val="00F11563"/>
    <w:rsid w:val="00F150DE"/>
    <w:rsid w:val="00F243B2"/>
    <w:rsid w:val="00F277D8"/>
    <w:rsid w:val="00F27F03"/>
    <w:rsid w:val="00F31433"/>
    <w:rsid w:val="00F32FD3"/>
    <w:rsid w:val="00F40EC3"/>
    <w:rsid w:val="00F446F0"/>
    <w:rsid w:val="00F51230"/>
    <w:rsid w:val="00F513E9"/>
    <w:rsid w:val="00F5235D"/>
    <w:rsid w:val="00F62340"/>
    <w:rsid w:val="00F6443B"/>
    <w:rsid w:val="00F666CF"/>
    <w:rsid w:val="00F67940"/>
    <w:rsid w:val="00F7287B"/>
    <w:rsid w:val="00F73CEA"/>
    <w:rsid w:val="00F82344"/>
    <w:rsid w:val="00F85EB4"/>
    <w:rsid w:val="00F94A8B"/>
    <w:rsid w:val="00F95950"/>
    <w:rsid w:val="00F973E5"/>
    <w:rsid w:val="00FA0162"/>
    <w:rsid w:val="00FA15B0"/>
    <w:rsid w:val="00FA1ECF"/>
    <w:rsid w:val="00FA2913"/>
    <w:rsid w:val="00FA2A5D"/>
    <w:rsid w:val="00FA4861"/>
    <w:rsid w:val="00FA490F"/>
    <w:rsid w:val="00FA7FDE"/>
    <w:rsid w:val="00FB7430"/>
    <w:rsid w:val="00FC2221"/>
    <w:rsid w:val="00FC7248"/>
    <w:rsid w:val="00FD17BC"/>
    <w:rsid w:val="00FD1D15"/>
    <w:rsid w:val="00FD56E6"/>
    <w:rsid w:val="00FE72F4"/>
    <w:rsid w:val="00FF2F84"/>
    <w:rsid w:val="00FF30E1"/>
    <w:rsid w:val="00FF4EDB"/>
    <w:rsid w:val="00FF6F25"/>
    <w:rsid w:val="00FF726A"/>
    <w:rsid w:val="05B41FA5"/>
    <w:rsid w:val="130F3EAB"/>
    <w:rsid w:val="1521A1B2"/>
    <w:rsid w:val="1691FB60"/>
    <w:rsid w:val="178E26F3"/>
    <w:rsid w:val="1AB69057"/>
    <w:rsid w:val="271463D8"/>
    <w:rsid w:val="272B1556"/>
    <w:rsid w:val="287E4F79"/>
    <w:rsid w:val="28CCF776"/>
    <w:rsid w:val="2B0DB008"/>
    <w:rsid w:val="2FA0CCEF"/>
    <w:rsid w:val="3303041C"/>
    <w:rsid w:val="4123BBB9"/>
    <w:rsid w:val="41F1927F"/>
    <w:rsid w:val="490ABFDF"/>
    <w:rsid w:val="57FBB688"/>
    <w:rsid w:val="58C5A3C3"/>
    <w:rsid w:val="59C2592A"/>
    <w:rsid w:val="5BD06FD8"/>
    <w:rsid w:val="654E386C"/>
    <w:rsid w:val="686A5AFA"/>
    <w:rsid w:val="6D5101B6"/>
    <w:rsid w:val="70360163"/>
    <w:rsid w:val="732CDE08"/>
    <w:rsid w:val="73D0D140"/>
    <w:rsid w:val="7D04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D26E2F"/>
  <w15:docId w15:val="{B640958F-AA1A-4F2C-84BA-06825DA5EE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1231A"/>
    <w:pPr>
      <w:spacing w:before="120" w:after="120" w:line="336" w:lineRule="auto"/>
      <w:jc w:val="both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2DEB"/>
    <w:pPr>
      <w:keepNext/>
      <w:keepLines/>
      <w:numPr>
        <w:numId w:val="1"/>
      </w:numPr>
      <w:spacing w:before="240" w:after="240"/>
      <w:ind w:left="1140" w:hanging="431"/>
      <w:outlineLvl w:val="0"/>
    </w:pPr>
    <w:rPr>
      <w:rFonts w:eastAsiaTheme="majorEastAsia" w:cstheme="majorBidi"/>
      <w:b/>
      <w:bCs/>
      <w:color w:val="1F497D" w:themeColor="text2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60A16"/>
    <w:pPr>
      <w:numPr>
        <w:ilvl w:val="1"/>
      </w:numPr>
      <w:spacing w:after="120"/>
      <w:ind w:left="1996" w:hanging="578"/>
      <w:outlineLvl w:val="1"/>
    </w:pPr>
    <w:rPr>
      <w:bCs w:val="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6D55"/>
    <w:pPr>
      <w:keepNext/>
      <w:keepLines/>
      <w:numPr>
        <w:ilvl w:val="2"/>
        <w:numId w:val="1"/>
      </w:numPr>
      <w:spacing w:before="200"/>
      <w:ind w:left="2846"/>
      <w:outlineLvl w:val="2"/>
    </w:pPr>
    <w:rPr>
      <w:rFonts w:eastAsiaTheme="majorEastAsia" w:cstheme="majorBidi"/>
      <w:bCs/>
      <w:color w:val="1F497D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A0DFF"/>
    <w:pPr>
      <w:keepNext/>
      <w:keepLines/>
      <w:numPr>
        <w:ilvl w:val="3"/>
        <w:numId w:val="1"/>
      </w:numPr>
      <w:spacing w:before="200" w:after="0"/>
      <w:ind w:left="3696"/>
      <w:outlineLvl w:val="3"/>
    </w:pPr>
    <w:rPr>
      <w:rFonts w:eastAsiaTheme="majorEastAsia" w:cstheme="majorBidi"/>
      <w:bCs/>
      <w:i/>
      <w:iCs/>
      <w:color w:val="1F497D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30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30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30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30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30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A0DFF"/>
    <w:pPr>
      <w:spacing w:after="300" w:line="240" w:lineRule="auto"/>
      <w:contextualSpacing/>
    </w:pPr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3A0DFF"/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4E2B"/>
    <w:pPr>
      <w:numPr>
        <w:ilvl w:val="1"/>
      </w:numPr>
      <w:ind w:firstLine="709"/>
      <w:jc w:val="right"/>
    </w:pPr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5D4E2B"/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332DEB"/>
    <w:rPr>
      <w:rFonts w:eastAsiaTheme="majorEastAsia" w:cstheme="majorBidi"/>
      <w:b/>
      <w:bCs/>
      <w:color w:val="1F497D" w:themeColor="text2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960A16"/>
    <w:rPr>
      <w:rFonts w:ascii="Arial" w:hAnsi="Arial" w:eastAsiaTheme="majorEastAsia" w:cstheme="majorBidi"/>
      <w:b/>
      <w:color w:val="1F497D" w:themeColor="text2"/>
      <w:sz w:val="24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3D6D55"/>
    <w:rPr>
      <w:rFonts w:eastAsiaTheme="majorEastAsia" w:cstheme="majorBidi"/>
      <w:bCs/>
      <w:color w:val="1F497D" w:themeColor="text2"/>
    </w:rPr>
  </w:style>
  <w:style w:type="character" w:styleId="Heading4Char" w:customStyle="1">
    <w:name w:val="Heading 4 Char"/>
    <w:basedOn w:val="DefaultParagraphFont"/>
    <w:link w:val="Heading4"/>
    <w:uiPriority w:val="9"/>
    <w:rsid w:val="003A0DFF"/>
    <w:rPr>
      <w:rFonts w:eastAsiaTheme="majorEastAsia" w:cstheme="majorBidi"/>
      <w:bCs/>
      <w:i/>
      <w:iCs/>
      <w:color w:val="1F497D" w:themeColor="text2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133309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3330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133309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itreTableau" w:customStyle="1">
    <w:name w:val="titreTableau"/>
    <w:basedOn w:val="Normal"/>
    <w:qFormat/>
    <w:rsid w:val="005B518A"/>
    <w:pPr>
      <w:numPr>
        <w:numId w:val="12"/>
      </w:numPr>
    </w:pPr>
    <w:rPr>
      <w:b/>
    </w:rPr>
  </w:style>
  <w:style w:type="paragraph" w:styleId="titreFigure" w:customStyle="1">
    <w:name w:val="titreFigure"/>
    <w:basedOn w:val="titreTableau"/>
    <w:qFormat/>
    <w:rsid w:val="00133309"/>
    <w:pPr>
      <w:numPr>
        <w:numId w:val="13"/>
      </w:numPr>
      <w:ind w:left="360"/>
    </w:pPr>
  </w:style>
  <w:style w:type="paragraph" w:styleId="image" w:customStyle="1">
    <w:name w:val="image"/>
    <w:basedOn w:val="Normal"/>
    <w:qFormat/>
    <w:rsid w:val="004F624B"/>
  </w:style>
  <w:style w:type="paragraph" w:styleId="Header">
    <w:name w:val="header"/>
    <w:basedOn w:val="Normal"/>
    <w:link w:val="HeaderChar"/>
    <w:uiPriority w:val="99"/>
    <w:unhideWhenUsed/>
    <w:rsid w:val="003A0DFF"/>
    <w:pPr>
      <w:pBdr>
        <w:top w:val="single" w:color="4F81BD" w:themeColor="accent1" w:sz="8" w:space="1"/>
      </w:pBd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A0DFF"/>
  </w:style>
  <w:style w:type="paragraph" w:styleId="Footer">
    <w:name w:val="footer"/>
    <w:basedOn w:val="Normal"/>
    <w:link w:val="FooterChar"/>
    <w:uiPriority w:val="99"/>
    <w:unhideWhenUsed/>
    <w:rsid w:val="004F624B"/>
    <w:pPr>
      <w:pBdr>
        <w:top w:val="single" w:color="808080" w:themeColor="background1" w:themeShade="80" w:sz="6" w:space="1"/>
      </w:pBdr>
      <w:tabs>
        <w:tab w:val="center" w:pos="4536"/>
        <w:tab w:val="right" w:pos="9072"/>
      </w:tabs>
      <w:spacing w:after="0" w:line="240" w:lineRule="auto"/>
    </w:pPr>
    <w:rPr>
      <w:color w:val="808080" w:themeColor="background1" w:themeShade="80"/>
    </w:rPr>
  </w:style>
  <w:style w:type="character" w:styleId="FooterChar" w:customStyle="1">
    <w:name w:val="Footer Char"/>
    <w:basedOn w:val="DefaultParagraphFont"/>
    <w:link w:val="Footer"/>
    <w:uiPriority w:val="99"/>
    <w:rsid w:val="004F624B"/>
    <w:rPr>
      <w:color w:val="808080" w:themeColor="background1" w:themeShade="80"/>
      <w:sz w:val="20"/>
    </w:rPr>
  </w:style>
  <w:style w:type="paragraph" w:styleId="sous-titre" w:customStyle="1">
    <w:name w:val="sous-titre"/>
    <w:basedOn w:val="Normal"/>
    <w:qFormat/>
    <w:rsid w:val="006F0E46"/>
    <w:pPr>
      <w:spacing w:before="0" w:line="240" w:lineRule="auto"/>
    </w:pPr>
    <w:rPr>
      <w:sz w:val="18"/>
    </w:rPr>
  </w:style>
  <w:style w:type="numbering" w:styleId="ListBullets" w:customStyle="1">
    <w:name w:val="ListBullets"/>
    <w:uiPriority w:val="99"/>
    <w:rsid w:val="0062370B"/>
    <w:pPr>
      <w:numPr>
        <w:numId w:val="24"/>
      </w:numPr>
    </w:pPr>
  </w:style>
  <w:style w:type="paragraph" w:styleId="tableauContent" w:customStyle="1">
    <w:name w:val="tableauContent"/>
    <w:basedOn w:val="Normal"/>
    <w:qFormat/>
    <w:rsid w:val="006F0E46"/>
    <w:pPr>
      <w:spacing w:before="60" w:after="60"/>
      <w:jc w:val="left"/>
    </w:pPr>
    <w:rPr>
      <w:sz w:val="18"/>
    </w:rPr>
  </w:style>
  <w:style w:type="paragraph" w:styleId="references" w:customStyle="1">
    <w:name w:val="references"/>
    <w:basedOn w:val="Normal"/>
    <w:qFormat/>
    <w:rsid w:val="00690479"/>
    <w:pPr>
      <w:spacing w:before="0" w:after="0" w:line="240" w:lineRule="auto"/>
      <w:ind w:hanging="480"/>
      <w:jc w:val="left"/>
    </w:pPr>
    <w:rPr>
      <w:rFonts w:eastAsia="Times New Roman" w:cs="Times New Roman"/>
      <w:szCs w:val="24"/>
      <w:lang w:val="en-US"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4E16"/>
    <w:pPr>
      <w:numPr>
        <w:numId w:val="0"/>
      </w:numPr>
      <w:spacing w:before="480" w:after="0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04E16"/>
    <w:pPr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804E16"/>
    <w:pPr>
      <w:spacing w:before="0" w:after="0"/>
      <w:ind w:left="220"/>
      <w:jc w:val="left"/>
    </w:pPr>
    <w:rPr>
      <w:rFonts w:asciiTheme="minorHAnsi" w:hAnsiTheme="minorHAnsi" w:cstheme="minorHAnsi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804E16"/>
    <w:pPr>
      <w:spacing w:before="0" w:after="0"/>
      <w:ind w:left="440"/>
      <w:jc w:val="left"/>
    </w:pPr>
    <w:rPr>
      <w:rFonts w:asciiTheme="minorHAnsi" w:hAnsiTheme="minorHAnsi" w:cstheme="minorHAnsi"/>
      <w:i/>
      <w:iCs/>
      <w:szCs w:val="20"/>
    </w:rPr>
  </w:style>
  <w:style w:type="character" w:styleId="Hyperlink">
    <w:name w:val="Hyperlink"/>
    <w:basedOn w:val="DefaultParagraphFont"/>
    <w:uiPriority w:val="99"/>
    <w:unhideWhenUsed/>
    <w:rsid w:val="00804E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E1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04E16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804E16"/>
    <w:pPr>
      <w:spacing w:before="0"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804E16"/>
    <w:pPr>
      <w:spacing w:before="0"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804E16"/>
    <w:pPr>
      <w:spacing w:before="0"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804E16"/>
    <w:pPr>
      <w:spacing w:before="0"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804E16"/>
    <w:pPr>
      <w:spacing w:before="0"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804E16"/>
    <w:pPr>
      <w:spacing w:before="0"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57B6"/>
    <w:pPr>
      <w:spacing w:before="0" w:after="0" w:line="240" w:lineRule="auto"/>
      <w:jc w:val="left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7157B6"/>
    <w:rPr>
      <w:rFonts w:ascii="Arial" w:hAnsi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A440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A39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39DC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AA39DC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9D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A39DC"/>
    <w:rPr>
      <w:rFonts w:ascii="Arial" w:hAnsi="Arial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8376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D37F85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62370B"/>
    <w:pPr>
      <w:numPr>
        <w:numId w:val="29"/>
      </w:numPr>
      <w:contextualSpacing/>
    </w:pPr>
  </w:style>
  <w:style w:type="paragraph" w:styleId="ListBullet2">
    <w:name w:val="List Bullet 2"/>
    <w:basedOn w:val="Normal"/>
    <w:uiPriority w:val="99"/>
    <w:unhideWhenUsed/>
    <w:rsid w:val="0062370B"/>
    <w:pPr>
      <w:numPr>
        <w:ilvl w:val="1"/>
        <w:numId w:val="29"/>
      </w:numPr>
      <w:contextualSpacing/>
    </w:pPr>
  </w:style>
  <w:style w:type="paragraph" w:styleId="ListBullet3">
    <w:name w:val="List Bullet 3"/>
    <w:basedOn w:val="Normal"/>
    <w:uiPriority w:val="99"/>
    <w:unhideWhenUsed/>
    <w:rsid w:val="0062370B"/>
    <w:pPr>
      <w:numPr>
        <w:ilvl w:val="2"/>
        <w:numId w:val="29"/>
      </w:numPr>
      <w:contextualSpacing/>
    </w:pPr>
  </w:style>
  <w:style w:type="paragraph" w:styleId="ListBullet4">
    <w:name w:val="List Bullet 4"/>
    <w:basedOn w:val="Normal"/>
    <w:uiPriority w:val="99"/>
    <w:unhideWhenUsed/>
    <w:rsid w:val="0062370B"/>
    <w:pPr>
      <w:numPr>
        <w:ilvl w:val="3"/>
        <w:numId w:val="29"/>
      </w:numPr>
      <w:contextualSpacing/>
    </w:pPr>
  </w:style>
  <w:style w:type="paragraph" w:styleId="paragraph" w:customStyle="1">
    <w:name w:val="paragraph"/>
    <w:basedOn w:val="Normal"/>
    <w:rsid w:val="00D2454A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D2454A"/>
  </w:style>
  <w:style w:type="character" w:styleId="eop" w:customStyle="1">
    <w:name w:val="eop"/>
    <w:basedOn w:val="DefaultParagraphFont"/>
    <w:rsid w:val="00D2454A"/>
  </w:style>
  <w:style w:type="paragraph" w:styleId="Revision">
    <w:name w:val="Revision"/>
    <w:hidden/>
    <w:uiPriority w:val="99"/>
    <w:semiHidden/>
    <w:rsid w:val="00F51230"/>
    <w:pPr>
      <w:spacing w:after="0" w:line="240" w:lineRule="auto"/>
    </w:pPr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5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49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36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3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8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35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227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551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54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50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507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4343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85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819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106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2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992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200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2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2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9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605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1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3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066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1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4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3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8539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83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99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0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9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73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401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1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7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6656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7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1250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7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793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7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5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1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96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5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7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7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7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9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0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8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6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9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9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2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8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3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31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565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2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194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104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874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9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71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018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410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3381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36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0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61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53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030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236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685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24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64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22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487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5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8301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71335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6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6686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923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9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838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7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21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39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710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01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66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952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307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90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5025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3254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308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49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12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01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18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925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339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92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43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3010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27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079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17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57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790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73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3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3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4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76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5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6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4320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848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1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2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9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2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5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7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532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9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5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8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3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6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45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1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7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5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9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8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89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64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496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3724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7930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28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2331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058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307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575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527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47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519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49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30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48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51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62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93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055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87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297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90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75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5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83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566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98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156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483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077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8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713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46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6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29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811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143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1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58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0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2486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27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74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22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26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0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29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69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140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917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694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79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00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47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2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2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95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022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2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06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80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88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62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2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5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72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36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08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58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43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01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744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65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30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21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36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02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74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5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87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30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77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9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39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24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82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46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80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7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94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41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34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19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50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21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5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5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9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36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81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34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36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33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2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4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6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480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0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6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8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373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2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06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06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740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783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7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35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8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76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59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20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2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108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21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8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17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36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1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9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1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7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0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1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1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4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26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39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9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9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5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6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8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1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124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21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75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8211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0277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68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54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0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4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6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2392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13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5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0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3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4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4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5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1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1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5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2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2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2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5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8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9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9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7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3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9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7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7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1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7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7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4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9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8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igia\2_projects\2022_GLLP_M_E\2_deliverables\draft_frameworks\data_collection_tools\document_2021_02_1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8" ma:contentTypeDescription="Create a new document." ma:contentTypeScope="" ma:versionID="f65382b1f4b856c2c1b3e83fdb7005e8">
  <xsd:schema xmlns:xsd="http://www.w3.org/2001/XMLSchema" xmlns:xs="http://www.w3.org/2001/XMLSchema" xmlns:p="http://schemas.microsoft.com/office/2006/metadata/properties" xmlns:ns2="e6f0be81-9d97-4737-97b2-7789c5062d58" xmlns:ns3="129451d6-aa90-46b8-8fd9-fbe75a80caf6" targetNamespace="http://schemas.microsoft.com/office/2006/metadata/properties" ma:root="true" ma:fieldsID="aa3c5a6c9aa6d1bfdeeffec2e50c9fba" ns2:_="" ns3:_="">
    <xsd:import namespace="e6f0be81-9d97-4737-97b2-7789c5062d58"/>
    <xsd:import namespace="129451d6-aa90-46b8-8fd9-fbe75a80ca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451d6-aa90-46b8-8fd9-fbe75a80caf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64056d1-5fb6-453f-a253-4e72b727c606}" ma:internalName="TaxCatchAll" ma:showField="CatchAllData" ma:web="129451d6-aa90-46b8-8fd9-fbe75a80ca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f0be81-9d97-4737-97b2-7789c5062d58">
      <Terms xmlns="http://schemas.microsoft.com/office/infopath/2007/PartnerControls"/>
    </lcf76f155ced4ddcb4097134ff3c332f>
    <TaxCatchAll xmlns="129451d6-aa90-46b8-8fd9-fbe75a80caf6" xsi:nil="true"/>
  </documentManagement>
</p:properties>
</file>

<file path=customXml/itemProps1.xml><?xml version="1.0" encoding="utf-8"?>
<ds:datastoreItem xmlns:ds="http://schemas.openxmlformats.org/officeDocument/2006/customXml" ds:itemID="{596A3CB6-407B-4077-BE68-5E0523A315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E177BD-8EF3-42AB-8974-C8748274F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129451d6-aa90-46b8-8fd9-fbe75a80c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0A3FD2-2D62-4A64-8DBF-DE326FBB4D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2095CC-5A1E-4614-9A4D-6CE99989D7B4}">
  <ds:schemaRefs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129451d6-aa90-46b8-8fd9-fbe75a80caf6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e6f0be81-9d97-4737-97b2-7789c5062d58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document_2021_02_10.dotx</ap:Template>
  <ap:Application>Microsoft Word for the web</ap:Application>
  <ap:DocSecurity>0</ap:DocSecurity>
  <ap:ScaleCrop>false</ap:ScaleCrop>
  <ap:Company>Sigia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Myrtille Prouté</dc:creator>
  <lastModifiedBy>JAGUPAROV, Alexandr</lastModifiedBy>
  <revision>289</revision>
  <lastPrinted>2023-01-26T10:47:00.0000000Z</lastPrinted>
  <dcterms:created xsi:type="dcterms:W3CDTF">2023-01-25T11:50:00.0000000Z</dcterms:created>
  <dcterms:modified xsi:type="dcterms:W3CDTF">2025-02-03T13:19:23.6544022Z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ediaServiceImageTags">
    <vt:lpwstr/>
  </property>
</Properties>
</file>